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7460E" w14:textId="77777777" w:rsidR="008F084D" w:rsidRPr="008F084D" w:rsidRDefault="008F084D" w:rsidP="008F084D">
      <w:pPr>
        <w:widowControl/>
        <w:spacing w:before="100" w:beforeAutospacing="1" w:after="100" w:afterAutospacing="1"/>
        <w:jc w:val="left"/>
        <w:outlineLvl w:val="0"/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</w:pPr>
      <w:r w:rsidRPr="008F084D">
        <w:rPr>
          <w:rFonts w:ascii="ＭＳ Ｐゴシック" w:eastAsia="ＭＳ Ｐゴシック" w:hAnsi="ＭＳ Ｐゴシック" w:cs="ＭＳ Ｐゴシック"/>
          <w:b/>
          <w:bCs/>
          <w:kern w:val="36"/>
          <w:sz w:val="48"/>
          <w:szCs w:val="48"/>
        </w:rPr>
        <w:t>Severe acute respiratory syndrome coronavirus 2 isolate SARS-CoV-2/human/USA/NY-CDC-LC0476274/2022, complete genome</w:t>
      </w:r>
    </w:p>
    <w:p w14:paraId="25C74667" w14:textId="77777777" w:rsidR="008F084D" w:rsidRPr="008F084D" w:rsidRDefault="008F084D" w:rsidP="008F084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t>GenBank: OM410816.1</w:t>
      </w:r>
    </w:p>
    <w:p w14:paraId="68E4A38C" w14:textId="77777777" w:rsidR="008F084D" w:rsidRPr="008F084D" w:rsidRDefault="008F084D" w:rsidP="008F084D">
      <w:pPr>
        <w:widowControl/>
        <w:spacing w:before="100" w:beforeAutospacing="1" w:after="100" w:afterAutospacing="1"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"https://www.ncbi.nlm.nih.gov/nuccore/OM410816.1?report=fasta" </w:instrText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F084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FASTA</w:t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  <w:bookmarkStart w:id="0" w:name="EntrezSystem2.PEntrez.Nuccore.Sequence_R"/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"https://www.ncbi.nlm.nih.gov/nuccore/OM410816.1?report=graph" </w:instrText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F084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Graphics</w:t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  <w:bookmarkEnd w:id="0"/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t xml:space="preserve"> </w:t>
      </w:r>
    </w:p>
    <w:bookmarkStart w:id="1" w:name="locus_OM410816.1"/>
    <w:bookmarkEnd w:id="1"/>
    <w:p w14:paraId="266332AA" w14:textId="77777777" w:rsidR="008F084D" w:rsidRPr="008F084D" w:rsidRDefault="008F084D" w:rsidP="008F084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begin"/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instrText xml:space="preserve"> HYPERLINK "https://www.ncbi.nlm.nih.gov/nuccore/OM410816.1" \l "goto2184069693_0" </w:instrText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separate"/>
      </w:r>
      <w:r w:rsidRPr="008F084D">
        <w:rPr>
          <w:rFonts w:ascii="ＭＳ Ｐゴシック" w:eastAsia="ＭＳ Ｐゴシック" w:hAnsi="ＭＳ Ｐゴシック" w:cs="ＭＳ Ｐゴシック"/>
          <w:color w:val="0000FF"/>
          <w:kern w:val="0"/>
          <w:sz w:val="24"/>
          <w:u w:val="single"/>
        </w:rPr>
        <w:t>Go to:</w:t>
      </w:r>
      <w:r w:rsidRPr="008F084D">
        <w:rPr>
          <w:rFonts w:ascii="ＭＳ Ｐゴシック" w:eastAsia="ＭＳ Ｐゴシック" w:hAnsi="ＭＳ Ｐゴシック" w:cs="ＭＳ Ｐゴシック"/>
          <w:kern w:val="0"/>
          <w:sz w:val="24"/>
        </w:rPr>
        <w:fldChar w:fldCharType="end"/>
      </w:r>
    </w:p>
    <w:p w14:paraId="469B607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LOCUS       OM410816               29779 bp    RNA     linear   VRL 27-JAN-2022</w:t>
      </w:r>
    </w:p>
    <w:p w14:paraId="51CFFA9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DEFINITION  Severe acute respiratory syndrome coronavirus 2 isolate</w:t>
      </w:r>
    </w:p>
    <w:p w14:paraId="32CC378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SARS-CoV-2/human/USA/NY-CDC-LC0476274/2022, complete genome.</w:t>
      </w:r>
    </w:p>
    <w:p w14:paraId="5F7B58B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ACCESSION   OM410816</w:t>
      </w:r>
    </w:p>
    <w:p w14:paraId="1A07251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VERSION     OM410816.1</w:t>
      </w:r>
    </w:p>
    <w:p w14:paraId="1F25ED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DBLINK      BioProject: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"https://www.ncbi.nlm.nih.gov/bioproject/PRJNA716984"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PRJNA716984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0D03A01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BioSample: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"https://www.ncbi.nlm.nih.gov/biosample/SAMN25266670"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SAMN25266670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5F21EED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KEYWORDS    purposeofsampling:baselinesurveillance.</w:t>
      </w:r>
    </w:p>
    <w:p w14:paraId="33D5AA4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SOURCE      Severe acute respiratory syndrome coronavirus 2 (SARS-CoV-2)</w:t>
      </w:r>
    </w:p>
    <w:p w14:paraId="26F2CB7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ORGANISM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Severe acute respiratory syndrome coronavirus 2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</w:p>
    <w:p w14:paraId="4B73CA3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Viruses; Riboviria; Orthornavirae; Pisuviricota; Pisoniviricetes;</w:t>
      </w:r>
    </w:p>
    <w:p w14:paraId="3420F5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Nidovirales; Cornidovirineae; Coronaviridae; Orthocoronavirinae;</w:t>
      </w:r>
    </w:p>
    <w:p w14:paraId="6F65A42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Betacoronavirus; Sarbecovirus.</w:t>
      </w:r>
    </w:p>
    <w:p w14:paraId="2956468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REFERENCE   1  (bases 1 to 29779)</w:t>
      </w:r>
    </w:p>
    <w:p w14:paraId="6DDB857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AUTHORS   Howard,D., Batra,D., Cook,P.W., Caravas,J., Rambo-Martin,B.,</w:t>
      </w:r>
    </w:p>
    <w:p w14:paraId="199C5F2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1EFB401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Agarwal,M., Almasri,E.,</w:t>
      </w:r>
    </w:p>
    <w:p w14:paraId="27D6CC4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Boles,D., Burns,A., Charoensri,N., Cohen,O., Countryman,S.,</w:t>
      </w:r>
    </w:p>
    <w:p w14:paraId="7666DD4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Cristobal,M.A., Croy,B., Dale,S., Deshmukh,H., Douglas,A.,</w:t>
      </w:r>
    </w:p>
    <w:p w14:paraId="634332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Drouillon,V., Eisenberg,M., Engler,H., Ghatti,R., Gupta,P.,</w:t>
      </w:r>
    </w:p>
    <w:p w14:paraId="23FAE5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Hicks,S., Humphrey,J., Iyer,L., Pfefferle,L., Jain,M., Robinson,M.,</w:t>
      </w:r>
    </w:p>
    <w:p w14:paraId="6B542E0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Kolli,M., Krueger,B., Kuphal,T., Letovsky,S., Levandoski,M.,</w:t>
      </w:r>
    </w:p>
    <w:p w14:paraId="1775EC4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Lukasik,C., Meltzer,J., Norvell,B., Nye,M., Parker,S.,</w:t>
      </w:r>
    </w:p>
    <w:p w14:paraId="21F71D4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Petropoulos,C., Pruitt,J., Ragan,S., Ryan,S., Sapeta,M.,</w:t>
      </w:r>
    </w:p>
    <w:p w14:paraId="202A84A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1A2F06E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1928B3C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49855CF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1C4C45C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CDC Sars CoV2 Sequencing Baseline Constellation</w:t>
      </w:r>
    </w:p>
    <w:p w14:paraId="351C9E4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Unpublished</w:t>
      </w:r>
    </w:p>
    <w:p w14:paraId="25F2021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REFERENCE   2  (bases 1 to 29779)</w:t>
      </w:r>
    </w:p>
    <w:p w14:paraId="5046C11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AUTHORS   Howard,D., Batra,D., Cook,P.W., Caravas,J., Rambo-Martin,B.,</w:t>
      </w:r>
    </w:p>
    <w:p w14:paraId="456B351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Sammons,S., Unoarumhi,Y., Schmerer,M., Lacek,K.A., Kendall,T.,</w:t>
      </w:r>
    </w:p>
    <w:p w14:paraId="3CDFF4F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Caban Figueroa,V., Morrison,S., Gulvick,C., Sula,E., Agarwal,M.,</w:t>
      </w:r>
    </w:p>
    <w:p w14:paraId="76C48F9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Almasri,E., Boles,D., Burns,A., Charoensri,N., Cohen,O.,</w:t>
      </w:r>
    </w:p>
    <w:p w14:paraId="6DC6D14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Countryman,S., Cristobal,M.A., Croy,B., Dale,S., Deshmukh,H.,</w:t>
      </w:r>
    </w:p>
    <w:p w14:paraId="7F5871A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Douglas,A., Drouillon,V., Eisenberg,M., Engler,H., Ghatti,R.,</w:t>
      </w:r>
    </w:p>
    <w:p w14:paraId="7F0C14A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Gupta,P., Hicks,S., Humphrey,J., Iyer,L., Pfefferle,L., Jain,M.,</w:t>
      </w:r>
    </w:p>
    <w:p w14:paraId="0D819C3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Robinson,M., Kolli,M., Krueger,B., Kuphal,T., Letovsky,S.,</w:t>
      </w:r>
    </w:p>
    <w:p w14:paraId="4053D25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Levandoski,M., Lukasik,C., Meltzer,J., Norvell,B., Nye,M.,</w:t>
      </w:r>
    </w:p>
    <w:p w14:paraId="6AB80E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Parker,S., Petropoulos,C., Pruitt,J., Ragan,S., Ryan,S., Sapeta,M.,</w:t>
      </w:r>
    </w:p>
    <w:p w14:paraId="3201900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Schroth,J., Selvaraju,S.B., Stevovic,G., Suchanek,A., Throop,A.,</w:t>
      </w:r>
    </w:p>
    <w:p w14:paraId="01001AB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Tilson,L., Urban,T., Voshell,J., Wagner,K., Williams,J.,</w:t>
      </w:r>
    </w:p>
    <w:p w14:paraId="7C0CB53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Williamson,M., Zeng,Q., Zwiefelhofer,T., Paden,C.R. and</w:t>
      </w:r>
    </w:p>
    <w:p w14:paraId="0E90F2A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MacCannell,D.</w:t>
      </w:r>
    </w:p>
    <w:p w14:paraId="69BA80E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TITLE     Direct Submission</w:t>
      </w:r>
    </w:p>
    <w:p w14:paraId="32EF34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JOURNAL   Submitted (26-JAN-2022) Respiratory Viruses Branch, Division of</w:t>
      </w:r>
    </w:p>
    <w:p w14:paraId="1DAF50D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Viral Diseases, Centers for Disease Control and Prevention, 1600</w:t>
      </w:r>
    </w:p>
    <w:p w14:paraId="69BC4DA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Clifton Rd, Atlanta, GA 30329, USA</w:t>
      </w:r>
    </w:p>
    <w:p w14:paraId="77FCA0F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2" w:name="comment_OM410816.1"/>
      <w:bookmarkEnd w:id="2"/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COMMENT     ##Assembly-Data-START##</w:t>
      </w:r>
    </w:p>
    <w:p w14:paraId="31B809A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Assembly Method       :: CLC Genomics</w:t>
      </w:r>
    </w:p>
    <w:p w14:paraId="7C5666E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Sequencing Technology :: PacBio Sequel II</w:t>
      </w:r>
    </w:p>
    <w:p w14:paraId="19B606E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##Assembly-Data-END##</w:t>
      </w:r>
    </w:p>
    <w:p w14:paraId="7733B03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3" w:name="feature_OM410816.1"/>
      <w:bookmarkEnd w:id="3"/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FEATURES             Location/Qualifiers</w:t>
      </w:r>
    </w:p>
    <w:p w14:paraId="14FD43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source          1..29779</w:t>
      </w:r>
    </w:p>
    <w:p w14:paraId="5301D50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/organism="Severe acute respiratory syndrome coronavirus</w:t>
      </w:r>
    </w:p>
    <w:p w14:paraId="0856A48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2"</w:t>
      </w:r>
    </w:p>
    <w:p w14:paraId="7EF24B8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/mol_type="genomic RNA"</w:t>
      </w:r>
    </w:p>
    <w:p w14:paraId="304818E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/isolate="SARS-CoV-2/human/USA/NY-CDC-LC0476274/2022"</w:t>
      </w:r>
    </w:p>
    <w:p w14:paraId="58F09C8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/isolation_source="Nasal Swabs"</w:t>
      </w:r>
    </w:p>
    <w:p w14:paraId="21B2BB5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/host="Homo sapiens"</w:t>
      </w:r>
    </w:p>
    <w:p w14:paraId="60CADF6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/db_xref="taxon: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"https://www.ncbi.nlm.nih.gov/Taxonomy/Browser/wwwtax.cgi?id=2697049"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2697049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EAA0C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/country="USA: New York"</w:t>
      </w:r>
    </w:p>
    <w:p w14:paraId="0127E5D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/collection_date="2022-01-11"</w:t>
      </w:r>
    </w:p>
    <w:p w14:paraId="72AA1FC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"https://www.ncbi.nlm.nih.gov/nuccore/OM410816.1?from=227&amp;to=21504"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227..21504</w:t>
      </w:r>
    </w:p>
    <w:p w14:paraId="0391327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449CE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"https://www.ncbi.nlm.nih.gov/nuccore/OM410816.1?location=227:13417,13417:21504"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join(227..13417,13417..21504)</w:t>
      </w:r>
    </w:p>
    <w:p w14:paraId="4E7B6BD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FE4B5E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/ribosomal_slippage</w:t>
      </w:r>
    </w:p>
    <w:p w14:paraId="34232B7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4448733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/product="ORF1ab polyprotein"</w:t>
      </w:r>
    </w:p>
    <w:p w14:paraId="2A77E04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"https://www.ncbi.nlm.nih.gov/protein/2184069694"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UJS95329.1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3E4474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78F6B2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HLKDGTCGLVEVEKGVLPQLEQPYVFIKRSDARTAPHGHVMVELVAELEGIQYGRSGE</w:t>
      </w:r>
    </w:p>
    <w:p w14:paraId="540F64E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6D9EDDB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02AD841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55B2081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29EDB6C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1F8A896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20C6E1D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08D35E7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2FDA93E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6F69CF8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494A4AA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421DAFF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07F4A0C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4EC7AF8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5DA6B13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5EE8F0D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296BE62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2B69710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072149D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2319CCF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2FD7F04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A2891A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51689B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3528CD7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795ECF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542C57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2D9E24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26F0B38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7B24C10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4C0DE1B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4B99F27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6BF895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3A92054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0EE0638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5156445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7588E7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2019387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ASMPTTIAKNTVKSVGKFCLEASFNYLKSPNFSKLINIIIWFLLLSVCLGSLIYSTAA</w:t>
      </w:r>
    </w:p>
    <w:p w14:paraId="0298BB3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3852585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A12C5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4D22AD6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46633DC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NPTDQSSYIVDSVTVKNGSIHLYFDKAGQKTYERHSLSHFVNLDNLRANNTKGSLPIN</w:t>
      </w:r>
    </w:p>
    <w:p w14:paraId="6845002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3A24FA9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37AD714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13E0950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29C10EC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6E60796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061D41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B6A6FD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2D50414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7AE401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1809308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33979EF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5AB9F6C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2B3CAE4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51F66A9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75637D9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04D6E5A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LAWLYAAVINGDRWFLNRFTTTLNDFNLVAMKYNYEPLTQDHVDILGPLSAQTGIVVL</w:t>
      </w:r>
    </w:p>
    <w:p w14:paraId="4335D83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03B4A2E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43DB3BF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4C98FCE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2429FE6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A11BE3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5BBF79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67151B3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2FC1E6E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3CC3B7D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3B703B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5BAD1DE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1B61158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7683205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1F7BF2E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712297B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FLNRVCGVSAARLTPCGTGTSTDVVYRAFDIYNDKVAGFAKFLKTNCCRFQEKDEDDN</w:t>
      </w:r>
    </w:p>
    <w:p w14:paraId="5722C40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LIDSYFVVKRHTFSNYQHEETIYNLLKDCPAVAKHDFFKFRIDGDMVPHISRQRLTKY</w:t>
      </w:r>
    </w:p>
    <w:p w14:paraId="6BC7599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TMADLVYALRHFDEGNCDTLKEILVTYNCCDDDYFNKKDWYDFVENPDILRVYANLGE</w:t>
      </w:r>
    </w:p>
    <w:p w14:paraId="59C606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RVRQALLKTVQFCDAMRNAGIVGVLTLDNQDLNGNWYDFGDFIQTTPGSGVPVVDSYY</w:t>
      </w:r>
    </w:p>
    <w:p w14:paraId="1CE5B9B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SLLMPILTLTRALTAESHVDTDLTKPYIKWDLLKYDFTEERLKLFDRYFKYWDQTYHP</w:t>
      </w:r>
    </w:p>
    <w:p w14:paraId="34117A6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NCVNCLDDRCILHCANFNVLFSTVFPLTSFGPLVRKIFVDGVPFVVSTGYHFRELGVV</w:t>
      </w:r>
    </w:p>
    <w:p w14:paraId="1D9125E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HNQDVNLHSSRLSFKELLVYAADPAMHAASGNLLLDKRTTCFSVAALTNNVAFQTVKP</w:t>
      </w:r>
    </w:p>
    <w:p w14:paraId="64688F2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GNFNKDFYDFAVSKGFFKEGSSVELKHFFFAQDGNAAISDYDYYRYNLPTMCDIRQLL</w:t>
      </w:r>
    </w:p>
    <w:p w14:paraId="1A496CE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FVVEVVDKYFDCYDGGCINANQVIVNNLDKSAGFPFNKWGKARLYYDSMSYEDQDALF</w:t>
      </w:r>
    </w:p>
    <w:p w14:paraId="0DE4365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AYTKRNVIPTITQMNLKYAISAKNRARTVAGVSICSTMTNRQFHQKLLKSIAATRGAT</w:t>
      </w:r>
    </w:p>
    <w:p w14:paraId="070629B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VVIGTSKFYGGWHNMLKTVYSDVENPHLMGWDYPKCDRAMPNMLRIMASLVLARKHTT</w:t>
      </w:r>
    </w:p>
    <w:p w14:paraId="127BE1A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CCSLSHRFYRLANECAQVLSEMVMCGGSLYVKPGGTSSGDATTAYANSVFNICQAVTA</w:t>
      </w:r>
    </w:p>
    <w:p w14:paraId="358B5FD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NVNALLSTDGNKIADKYVRNLQHRLYECLYRNRDVDTDFVNEFYAYLRKHFSMMILSD</w:t>
      </w:r>
    </w:p>
    <w:p w14:paraId="3EE77A3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DAVVCFNSTYASQGLVASIKNFKSVLYYQNNVFMSEAKCWTETDLTKGPHEFCSQHTM</w:t>
      </w:r>
    </w:p>
    <w:p w14:paraId="5149618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LVKQGDDYVYLPYPDPSRILGAGCFVDDIVKTDGTLMIERFVSLAIDAYPLTKHPNQE</w:t>
      </w:r>
    </w:p>
    <w:p w14:paraId="072F836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YADVFHLYLQYIRKLHDELTGHMLDMYSVMLTNDNTSRYWEPEFYEAMYTPHTVLQAV</w:t>
      </w:r>
    </w:p>
    <w:p w14:paraId="44D1274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GACVLCNSQTSLRCGACIRRPFLCCKCCYDHVISTSHKLVLSVNPYVCNAPGCDVTDV</w:t>
      </w:r>
    </w:p>
    <w:p w14:paraId="26DD1B0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TQLYLGGMSYYCKSHKPPISFPLCANGQVFGLYKNTCVGSDNVTDFNAIATCDWTNAG</w:t>
      </w:r>
    </w:p>
    <w:p w14:paraId="0B637B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DYILANTCTERLKLFAAETLKATEETFKLSYGIATVREVLSDRELHLSWEVGKPRPPL</w:t>
      </w:r>
    </w:p>
    <w:p w14:paraId="02742D1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NRNYVFTGYRVTKNSKVQIGEYTFEKGDYGDAVVYRGTTTYKLNVGDYFVLTSHTVMP</w:t>
      </w:r>
    </w:p>
    <w:p w14:paraId="3DF37C6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LSAPTLVPQEHYVRITGLYPTLNISDEFSSNVANYQKVGMQKYSTLQGPPGTGKSHFA</w:t>
      </w:r>
    </w:p>
    <w:p w14:paraId="40F7CD6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IGLALYYPSARIVYTACSHAAVDALCEKALKYLPIDKCSRIIPARARVECFDKFKVNS</w:t>
      </w:r>
    </w:p>
    <w:p w14:paraId="7D90381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TLEQYVFCTVNALPETTADIVVFDEISMATNYDLSVVNARLRAKHYVYIGDPAQLPAP</w:t>
      </w:r>
    </w:p>
    <w:p w14:paraId="20C5C43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RTLLTKGTLEPEYFNSVCRLMKTIGPDMFLGTCRRCPAEIVDTVSALVYDNKLKAHKD</w:t>
      </w:r>
    </w:p>
    <w:p w14:paraId="5E0572C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KSAQCFKMFYKGVITHDVSSAINRPQIGVVREFLTRNPAWRKAVFISPYNSQNAVASK</w:t>
      </w:r>
    </w:p>
    <w:p w14:paraId="121145B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ILGLPTQTVDSSQGSEYDYVIFTQTTETAHSCNVNRFNVAITRAKVGILCIMSDRDLY</w:t>
      </w:r>
    </w:p>
    <w:p w14:paraId="3BAC35E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DKLQFTSLEIPRRNVATLQAENVTGLFKDCSKVITGLHPTQAPTHLSVDTKFKTEGLC</w:t>
      </w:r>
    </w:p>
    <w:p w14:paraId="589CB02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VDVPGIPKDMTYRRLISMMGFKMNYQVNGYPNMFITREEAIRHVRAWIGFDVEGCHAT</w:t>
      </w:r>
    </w:p>
    <w:p w14:paraId="0E1E2B0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REAVGTNLPLQLGFSTGVNLVAVPTGYVDTPNNTDFSRVSAKPPPGDQFKHLIPLMYK</w:t>
      </w:r>
    </w:p>
    <w:p w14:paraId="366545C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GLPWNVVRIKIVQMLSDTLKNLSDRVVFVLWAHGFELTSMKYFVKIGPERTCCLCDRR</w:t>
      </w:r>
    </w:p>
    <w:p w14:paraId="6632601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ATCFSTASDTYACWHHSIGFDYVYNPFMIDVQQWGFTGNLQSNHDLYCQVHGNAHVAS</w:t>
      </w:r>
    </w:p>
    <w:p w14:paraId="359C73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CDAIMTRCLAVHECFVKRVDWTIEYPIIGDELKINAACRKVQHMVVKAALLADKFPVL</w:t>
      </w:r>
    </w:p>
    <w:p w14:paraId="4E0D6A5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HDIGNPKAIKCVPQADVEWKFYDAQPCSDKAYKIEELFYSYATHSDKFTDGVCLFWNC</w:t>
      </w:r>
    </w:p>
    <w:p w14:paraId="73B6616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NVDRYPANSIVCRFDTRVLSNLNLPGCDGGSLYVNKHAFHTPAFDKSAFVNLKQLPFF</w:t>
      </w:r>
    </w:p>
    <w:p w14:paraId="36C485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YYSDSPCESHGKQVVSDIDYVPLKSATCITRCNLGGAVCRHHANEYRLYLDAYNMMIS</w:t>
      </w:r>
    </w:p>
    <w:p w14:paraId="2C356BC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AGFSLWVYKQFDTYNLWNTFTRLQSLENVAFNVVNKGHFDGQQGEVPVSIINNTVYTK</w:t>
      </w:r>
    </w:p>
    <w:p w14:paraId="1873C09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VDGVDVELFENKTTLPVNVAFELWAKRNIKPVPEVKILNNLGVDIAANTVIWDYKRDA</w:t>
      </w:r>
    </w:p>
    <w:p w14:paraId="2BB0A69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PAHISTIGVCSMTDIAKKPTETICAPLTVFFDGRVDGQVDLFRNARNGVLITEGSVKG</w:t>
      </w:r>
    </w:p>
    <w:p w14:paraId="32F3D61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LQPSVGPKQASLNGVTLIGEAVKTQFNYYKKVDGVVQQLPETYFTQSRNLQEFKPRSQ</w:t>
      </w:r>
    </w:p>
    <w:p w14:paraId="4F69AF3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MEIDFLELAMDEFIERYKLEGYAFEHIVYGDFSHSQLGGLHLLIGLAKRFKESPFELE</w:t>
      </w:r>
    </w:p>
    <w:p w14:paraId="2472951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DFIPMDSTVKNYFITDAQTGSSKCVCSVIDLLLDDFVEIIKSQDLSVVSKVVKVTIDY</w:t>
      </w:r>
    </w:p>
    <w:p w14:paraId="5ACD4B5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TEISFMLWCKDGHVETFYPKLQSSQAWQPGVAMPNLYKMQRMLLEKCDLQNYGDSATL</w:t>
      </w:r>
    </w:p>
    <w:p w14:paraId="10D15D1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PKGIMMNVAKYTQLCQYLNTLTLAVPYNMRVIHFGAGSDKGVAPGTAVLRQWLPTGTL</w:t>
      </w:r>
    </w:p>
    <w:p w14:paraId="4AEC42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LVDSDLNDFVSDADSTLIGDCATVHTANKWDLIISDMYDPKTKNVTKENDSKEGFFTY</w:t>
      </w:r>
    </w:p>
    <w:p w14:paraId="64AE9D4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ICGFIQQKLALGGSVAIKITEHSWNADLYKLMGHFAWWTAFVTNVNASSSEAFLIGCN</w:t>
      </w:r>
    </w:p>
    <w:p w14:paraId="19D47B3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YLGKPREQIDGYVMHANYIFWRNTNPIQLSSYSLFDMSKFPLKLRGTAVMSLKEGQIN</w:t>
      </w:r>
    </w:p>
    <w:p w14:paraId="0788DA2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DMILSLLSKGRLIIRENNRVVISSDVLVNN"</w:t>
      </w:r>
    </w:p>
    <w:p w14:paraId="2826FCB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"https://www.ncbi.nlm.nih.gov/protein/UJS95329.1?from=1&amp;to=180"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7AB8CDF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EC186D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015FD74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"https://www.ncbi.nlm.nih.gov/protein/UJS95329.1?from=181&amp;to=818"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54D2967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2DE2F4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76C20AB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"https://www.ncbi.nlm.nih.gov/protein/UJS95329.1?from=819&amp;to=2762"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0D217D1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C8FC8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318C95B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"https://www.ncbi.nlm.nih.gov/protein/UJS95329.1?from=2763&amp;to=3262"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7958830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3A8169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727841C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"https://www.ncbi.nlm.nih.gov/protein/UJS95329.1?from=3263&amp;to=3568"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0A813B3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AC9ED5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A2470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"https://www.ncbi.nlm.nih.gov/protein/UJS95329.1?from=3569&amp;to=3855"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1F8C4C3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453831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72D8BEE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"https://www.ncbi.nlm.nih.gov/protein/UJS95329.1?from=3856&amp;to=3938"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0021856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08A63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63DCD92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"https://www.ncbi.nlm.nih.gov/protein/UJS95329.1?from=3939&amp;to=4136"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2A849C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C650B2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0B69A7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"https://www.ncbi.nlm.nih.gov/protein/UJS95329.1?from=4137&amp;to=4249"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6F3CFC7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1AE67E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6AD3E5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"https://www.ncbi.nlm.nih.gov/protein/UJS95329.1?from=4250&amp;to=4388"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5E29727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71A36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439A2D4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"https://www.ncbi.nlm.nih.gov/protein/UJS95329.1?from=4389&amp;to=5320"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join(13391..13417,13417..16185)</w:t>
      </w:r>
    </w:p>
    <w:p w14:paraId="0CC6FE3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49144C0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/product="RNA-dependent RNA polymerase"</w:t>
      </w:r>
    </w:p>
    <w:p w14:paraId="2AB517D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"https://www.ncbi.nlm.nih.gov/protein/UJS95329.1?from=5321&amp;to=5921"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16186..17988</w:t>
      </w:r>
    </w:p>
    <w:p w14:paraId="0060332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598154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/product="helicase"</w:t>
      </w:r>
    </w:p>
    <w:p w14:paraId="3675D72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"https://www.ncbi.nlm.nih.gov/protein/UJS95329.1?from=5922&amp;to=6448"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17989..19569</w:t>
      </w:r>
    </w:p>
    <w:p w14:paraId="61CCEE5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DE15A0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/product="3'-to-5' exonuclease"</w:t>
      </w:r>
    </w:p>
    <w:p w14:paraId="194681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"https://www.ncbi.nlm.nih.gov/protein/UJS95329.1?from=6449&amp;to=6794"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19570..20607</w:t>
      </w:r>
    </w:p>
    <w:p w14:paraId="40DA3B0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F16C11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/product="endoRNAse"</w:t>
      </w:r>
    </w:p>
    <w:p w14:paraId="76FAC23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"https://www.ncbi.nlm.nih.gov/protein/UJS95329.1?from=6795&amp;to=7092"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20608..21501</w:t>
      </w:r>
    </w:p>
    <w:p w14:paraId="0CF95B3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52C756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/product="2'-O-ribose methyltransferase"</w:t>
      </w:r>
    </w:p>
    <w:p w14:paraId="25A04A3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"https://www.ncbi.nlm.nih.gov/nuccore/OM410816.1?from=227&amp;to=13432"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227..13432</w:t>
      </w:r>
    </w:p>
    <w:p w14:paraId="114B94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/gene="ORF1ab"</w:t>
      </w:r>
    </w:p>
    <w:p w14:paraId="1B932D8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847545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/product="ORF1a polyprotein"</w:t>
      </w:r>
    </w:p>
    <w:p w14:paraId="637C3AF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"https://www.ncbi.nlm.nih.gov/protein/2184069695"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UJS95330.1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FEF052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/translation="MESLVPGFNEKTHVQLSLPVLQVRDVLVRGFGDSVEEVLSEARQ</w:t>
      </w:r>
    </w:p>
    <w:p w14:paraId="7FA5607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HLKDGTCGLVEVEKGVLPQLEQPYVFIKRSDARTAPHGHVMVELVAELEGIQYGRSGE</w:t>
      </w:r>
    </w:p>
    <w:p w14:paraId="0672910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TLGVLVPHVGEIPVAYRKVLLRKNGNKGAGGHSYGADLKSFDLGDELGTDPYEDFQEN</w:t>
      </w:r>
    </w:p>
    <w:p w14:paraId="743233E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WNTKHSSGVTRELMRELNGGAYTRYVDNNFCGPDGYPLECIKDLLARAGKASCTLSEQ</w:t>
      </w:r>
    </w:p>
    <w:p w14:paraId="44FECD0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LDFIDTKRGVYCCREHEHEIAWYTERSEKSYELQTPFEIKLAKKFDTFNGECPNFVFP</w:t>
      </w:r>
    </w:p>
    <w:p w14:paraId="7E0CA61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LNSIIKTIQPRVEKKKLDGFMGRIRSVYPVASPNECNQMCLSTLMKCDHCGETSWQTG</w:t>
      </w:r>
    </w:p>
    <w:p w14:paraId="464D8A3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DFVKATCEFCGTENLTKEGATTCGYLPQNAVVKIYCPACHNSEVGPEHSLAEYHNESG</w:t>
      </w:r>
    </w:p>
    <w:p w14:paraId="27BB43C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LKTILRKGGRTIAFGGCVFSYVGCHNKCAYWVPRASANIGCNHTGVVGEGSEGLNDNL</w:t>
      </w:r>
    </w:p>
    <w:p w14:paraId="562327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LEILQKEKVNINIVGDFKLNEEIAIILASFSASTSAFVETVKGLDYKAFKQIVESCGN</w:t>
      </w:r>
    </w:p>
    <w:p w14:paraId="1DB59BD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FKVTKGKAKKGAWNIGEQKSILSPLYAFASEAARVVRSIFSRTLETAQNSVRVLQKAA</w:t>
      </w:r>
    </w:p>
    <w:p w14:paraId="5B2792D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ITILDGISQYSLRLIDAMMFTSDLATNNLVVMAYITGGVVQLTSQWLTNIFGTVYEKL</w:t>
      </w:r>
    </w:p>
    <w:p w14:paraId="1838395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KPVLDWLEEKFKEGVEFLRDGWEIVKFISTCACEIVGGQIVTCAKEIKESVQTFFKLV</w:t>
      </w:r>
    </w:p>
    <w:p w14:paraId="3FFD6B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NKFLALCADSIIIGGAKLKALNLGETFVTHSKGLYRKCVKSREETGLLMPLKAPKEII</w:t>
      </w:r>
    </w:p>
    <w:p w14:paraId="7818528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FLEGETLPTEVLTEEVVLKTGDLQPLEQPTSEAVEAPLVGTPVCINGLMLLEIKDTEK</w:t>
      </w:r>
    </w:p>
    <w:p w14:paraId="5822722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YCALAPNMMVTNNTFTLKGGAPTKVTFGDDTVIEVQGYKSVNITFELDERIDKVLNER</w:t>
      </w:r>
    </w:p>
    <w:p w14:paraId="3C82716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CSAYTVELGTEVNEFACVVADAVIKTLQPVSELLTPLGIDLDEWSMATYYLFDESGEF</w:t>
      </w:r>
    </w:p>
    <w:p w14:paraId="734636F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KLASHMYCSFYPPDEDEEEGDCEEEEFEPSTQYEYGTEDDYQGKPLEFGATSAALQPE</w:t>
      </w:r>
    </w:p>
    <w:p w14:paraId="67B78FC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EEQEEDWLDDDSQQTVGQQDGSEDNQTTTIQTIVEVQPQLEMELTPVVQTIEVNSFSG</w:t>
      </w:r>
    </w:p>
    <w:p w14:paraId="08147ED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YLKLTDNVYIKNADIVEEAKKVKPTVVVNAANVYLKHGGGVAGALNKATNNAMQVESD</w:t>
      </w:r>
    </w:p>
    <w:p w14:paraId="1553EAD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DYIATNGPLKVGGSCVLSGHNLAKHCLHVVGPNVNKGEDIQLLKSAYENFNQHEVLLA</w:t>
      </w:r>
    </w:p>
    <w:p w14:paraId="4F65B61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PLLSAGIFGADPIHSLRVCVDTVRTNVYLAVFDKNLYDKLVSSFLEMKSEKQVEQKIA</w:t>
      </w:r>
    </w:p>
    <w:p w14:paraId="0C0764B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EIPKEEVKPFITESKPSVEQRKQDDKKIKACVEEVTTTLEETKFLTENLLLYIDINGN</w:t>
      </w:r>
    </w:p>
    <w:p w14:paraId="12AFFB4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LHPDSATLVSDIDITFLKKDAPYIVGDVVQEGVLTAVVIPTKKAGGTTEMLAKALRKV</w:t>
      </w:r>
    </w:p>
    <w:p w14:paraId="0447A61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PTDNYITTYPGQGLNGYTVEEAKTVLKKCKSAFYILPSIISNEKQEILGTVSWNLREM</w:t>
      </w:r>
    </w:p>
    <w:p w14:paraId="4BBC7FC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LAHAEETRKLMPVCVETKAIVSTIQRKYKGIKIQEGVVDYGARFYFYTSKTTVASLIN</w:t>
      </w:r>
    </w:p>
    <w:p w14:paraId="197EB59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TLNDLNETLVTMPLGYVTHGLNLEEAARYMRSLKVPATVSVSSPDAVTAYNGYLTSSS</w:t>
      </w:r>
    </w:p>
    <w:p w14:paraId="2D08E92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KTPEEHFIETISLAGSYKDWSYSGQSTQLGIEFLKRGDKSVYYTSNPTTFHLDGEVIT</w:t>
      </w:r>
    </w:p>
    <w:p w14:paraId="49E43BD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FDNLKTLLSLREVRTIKVFTTVDNINLHTQVVDMSMTYGQQFGPTYLDGADVTKIKPH</w:t>
      </w:r>
    </w:p>
    <w:p w14:paraId="53D902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NSHEGKTFYVLPNDDTLRVEAFEYYHTTDPSFLGRYMSALNHTKKWKYPQVNGLTSIK</w:t>
      </w:r>
    </w:p>
    <w:p w14:paraId="473336A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WADNNCYLATALLTLQQIELKFNPPALQDAYYRARAGEAANFCALILAYCNKTVGELG</w:t>
      </w:r>
    </w:p>
    <w:p w14:paraId="12C3906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DVRETMSYLFQHANLDSCKRVLNVVCKTCGQQQTTLKGVEAVMYMGTLSYEQFKKGVQ</w:t>
      </w:r>
    </w:p>
    <w:p w14:paraId="7386EDE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IPCTCGKQATKYLVQQESPFVMMSAPPAQYELKHGTFTCASEYTGNYQCGHYKHITSK</w:t>
      </w:r>
    </w:p>
    <w:p w14:paraId="1A61526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ETLYCIDGALLTKSSEYKGPITDVFYKENSYTTTIKPVTYKLDGVVCTEIDPKLDNYY</w:t>
      </w:r>
    </w:p>
    <w:p w14:paraId="22A39FD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KKDNSYFTEQPIDLVPNQPYPNASFDNFKFVCDNIKFADDLNQLTGYKKPASRELKVT</w:t>
      </w:r>
    </w:p>
    <w:p w14:paraId="7A372A0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FFPDLNGDVVAIDYKHYTPSFKKGAKLLHKPIVWHVNNATNKATYKPNTWCIRCLWST</w:t>
      </w:r>
    </w:p>
    <w:p w14:paraId="3154609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KPVETSNSFDVLKSEDAQGMDNLACEDLKPVSEEVVENPTIQKDVLECNVKTTEVVGD</w:t>
      </w:r>
    </w:p>
    <w:p w14:paraId="0D09E85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IILKPANNIKITEEVGHTDLMAAYVDNSSLTIKKPNELSRVLGLKTLATHGLAAVNSV</w:t>
      </w:r>
    </w:p>
    <w:p w14:paraId="5023B5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PWDTIANYAKPFLNKVVSTTTNIVTRCLNRVCTNYMPYFFTLLLQLCTFTRSTNSRIK</w:t>
      </w:r>
    </w:p>
    <w:p w14:paraId="04FDF77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ASMPTTIAKNTVKSVGKFCLEASFNYLKSPNFSKLINIIIWFLLLSVCLGSLIYSTAA</w:t>
      </w:r>
    </w:p>
    <w:p w14:paraId="1E0BFBA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LGVLMSNLGMPSYCTGYREGYLNSTNVTIATYCTGSIPCSVCLSGLDSLDTYPSLETI</w:t>
      </w:r>
    </w:p>
    <w:p w14:paraId="4CC22AE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QITISSFKWDLTAFGLVAEWFLAYILFTRFFYVLGLAAIMQLFFSYFAVHFISNSWLM</w:t>
      </w:r>
    </w:p>
    <w:p w14:paraId="4FF5D09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WLIINLVQMAPISAMVRMYIFFASFYYVWKSYVHVVDGCNSSTCMMCYKRNRATRVEC</w:t>
      </w:r>
    </w:p>
    <w:p w14:paraId="244F17E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TTIVNGVRRSFYVYANGGKGFCKLHNWNCVNCDTFCAGSTFISDEVARDLSLQFKRPI</w:t>
      </w:r>
    </w:p>
    <w:p w14:paraId="0955C35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NPTDQSSYIVDSVTVKNGSIHLYFDKAGQKTYERHSLSHFVNLDNLRANNTKGSLPIN</w:t>
      </w:r>
    </w:p>
    <w:p w14:paraId="3A342EE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VIVFDGKSKCEESSAKSASVYYSQLMCQPILLLDQALVSDVGDSAEVAVKMFDAYVNT</w:t>
      </w:r>
    </w:p>
    <w:p w14:paraId="7EF7701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FSSTFNVPMEKLKTLVATAEAELAKNVSLDNVLSTFISAARQGFVDSDVETKDVVECL</w:t>
      </w:r>
    </w:p>
    <w:p w14:paraId="7594E47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KLSHQSDIEVTGDSCNNYMLTYNKVENMTPRDLGACIDCSARHINAQVAKSHNITLIW</w:t>
      </w:r>
    </w:p>
    <w:p w14:paraId="6C0DCB0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NVKDFMSLSEQLRKQIRSAAKKNNLPFKLTCATTRQVVNVVTTKIALKGGKIVNNWLK</w:t>
      </w:r>
    </w:p>
    <w:p w14:paraId="68319F2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QLIKVTLVFLFVAAIFYLITPVHVMSKHTDFSSEIIGYKAIDGGVTRDIASTDTCFAN</w:t>
      </w:r>
    </w:p>
    <w:p w14:paraId="52B2B6F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KHADFDTWFSQRGGSYTNDKACPLIAAVITREVGFVVPGLPGTILRTTNGDFLHFLPR</w:t>
      </w:r>
    </w:p>
    <w:p w14:paraId="2D22E75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VFSAVGNICYTPSKLIEYTDFATSACVLAAECTIFKDASGKPVPYCYDTNVLEGSVAY</w:t>
      </w:r>
    </w:p>
    <w:p w14:paraId="2F12EAB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ESLRPDTRYVLMDGSIIQFPNTYLEGSVRVVTTFDSEYCRHGTCERSEAGVCVSTSGR</w:t>
      </w:r>
    </w:p>
    <w:p w14:paraId="03C3926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WVLNNDYYRSLPGVFCGVDAVNLLTNMFTPLIQPIGALDISASIVAGGIVAIVVTCLA</w:t>
      </w:r>
    </w:p>
    <w:p w14:paraId="00D5239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YYFMRFRRAFGEYSHVVAFNTLLFLMSFTVLCLTPVYSFLPGVYSVIYLYLTFYLTND</w:t>
      </w:r>
    </w:p>
    <w:p w14:paraId="0BC1F52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VSFLAHIQWMVMFTPLVPFWITIAYIICISTKHFYWFFSNYLKRRVVFNGVSFSTFEE</w:t>
      </w:r>
    </w:p>
    <w:p w14:paraId="2AE58DB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AALCTFLLNKEMYLKLRSDVLLPLTQYNRYLALYNKYKYFSGAMDTTSYREAACCHLA</w:t>
      </w:r>
    </w:p>
    <w:p w14:paraId="437B6B1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KALNDFSNSGSDVLYQPPQISITSAVLQSGFRKMAFPSGKVEGCMVQVTCGTTTLNGL</w:t>
      </w:r>
    </w:p>
    <w:p w14:paraId="70C7D78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WLDDVVYCPRHVICTSEDMLNPNYEDLLIRKSNHNFLVQAGNVQLRVIGHSMQNCVLK</w:t>
      </w:r>
    </w:p>
    <w:p w14:paraId="3DA48F4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LKVDTANPKTPKYKFVRIQPGQTFSVLACYNGSPSGVYQCAMRHNFTIKGSFLNGSCG</w:t>
      </w:r>
    </w:p>
    <w:p w14:paraId="6D18FE2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SVGFNIDYDCVSFCYMHHMELPTGVHAGTDLEGNFYGPFVDRQTAQAAGTDTTITVNV</w:t>
      </w:r>
    </w:p>
    <w:p w14:paraId="72DA8E2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LAWLYAAVINGDRWFLNRFTTTLNDFNLVAMKYNYEPLTQDHVDILGPLSAQTGIVVL</w:t>
      </w:r>
    </w:p>
    <w:p w14:paraId="458B8D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DMCASLKELLQNGMNGRTILGSALLEDEFTPFDVVRQCSGVTFQSAVKRTIKGTHHWL</w:t>
      </w:r>
    </w:p>
    <w:p w14:paraId="15B808C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LLTILTSLLVLVQSTQWSLFFFLYENAFLPFAMGIIAMSAFAMMFVKHKHAFLCLFLL</w:t>
      </w:r>
    </w:p>
    <w:p w14:paraId="5034A8C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PSLATVAYFNMVYMPASWVMRIMTWLDMVDTSFKLKDCVMYASAVVLLILMTARTVYD</w:t>
      </w:r>
    </w:p>
    <w:p w14:paraId="0F3BE43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DGARRVWTLMNVLTLVYKVYYGNALDQAISMWALIISVTSNYSGVVTTVMFLARGVVF</w:t>
      </w:r>
    </w:p>
    <w:p w14:paraId="07AFBB0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MCVEYCPIFFITGNTLQCIMLVYCFLGYFCTCYFGLFCLLNRYFRLTLGVYDYLVSTQ</w:t>
      </w:r>
    </w:p>
    <w:p w14:paraId="7BA5A35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EFRYMNSQGLLPPKNSIDAFKLNIKLLGVGGKPCIKVATVQSKMSDVKCTSVVLLSVL</w:t>
      </w:r>
    </w:p>
    <w:p w14:paraId="1C79727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QQLRVESSSKLWAQCVQLHNDILLAKDTTEAFEKMVSLLSVLLSMQGAVDINKLCEEM</w:t>
      </w:r>
    </w:p>
    <w:p w14:paraId="7A28277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LDNRATLQAIASEFSSLPSYAAFATAQEAYEQAVANGDSEVVLKKLKKSLNVAKSEFD</w:t>
      </w:r>
    </w:p>
    <w:p w14:paraId="71803A2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RDAAMQRKLEKMADQAMTQMYKQARSEDKRAKVTSAMQTMLFTMLRKLDNDALNNIIN</w:t>
      </w:r>
    </w:p>
    <w:p w14:paraId="5F43F6A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NARDGCVPLNIIPLTTAAKLMVVIPDYNTYKNTCDGTTFTYASALWEIQQVVDADSKI</w:t>
      </w:r>
    </w:p>
    <w:p w14:paraId="4D5A7B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VQLSEISMDNSPNLAWPLIVTALRANSAVKLQNNELSPVALRQMSCAAGTTQTACTDD</w:t>
      </w:r>
    </w:p>
    <w:p w14:paraId="232F6A6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NALAYYNTTKGGRFVLALLSDLQDLKWARFPKSDGTGTIYTELEPPCRFVTDTPKGPK</w:t>
      </w:r>
    </w:p>
    <w:p w14:paraId="6D11D29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VKYLYFIKGLNNLNRGMVLGSLAATVRLQAGNATEVPANSTVLSFCAFAVDAAKAYKD</w:t>
      </w:r>
    </w:p>
    <w:p w14:paraId="5FC927F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YLASGGQPITNCVKMLCTHTGTGQAITVTPEANMDQESFGGASCCLYCRCHIDHPNPK</w:t>
      </w:r>
    </w:p>
    <w:p w14:paraId="430F66F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GFCDLKGKYVQIPTTCANDPVGFTLKNTVCTVCGMWKGYGCSCDQLREPMLQSADAQS</w:t>
      </w:r>
    </w:p>
    <w:p w14:paraId="40EE77C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FLNGFAV"</w:t>
      </w:r>
    </w:p>
    <w:p w14:paraId="17753FB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"https://www.ncbi.nlm.nih.gov/protein/UJS95330.1?from=1&amp;to=180"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227..766</w:t>
      </w:r>
    </w:p>
    <w:p w14:paraId="081B35F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6F110D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/product="leader protein"</w:t>
      </w:r>
    </w:p>
    <w:p w14:paraId="391F6A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"https://www.ncbi.nlm.nih.gov/protein/UJS95330.1?from=181&amp;to=818"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767..2680</w:t>
      </w:r>
    </w:p>
    <w:p w14:paraId="053D412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9F80A7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/product="nsp2"</w:t>
      </w:r>
    </w:p>
    <w:p w14:paraId="5BB7618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"https://www.ncbi.nlm.nih.gov/protein/UJS95330.1?from=819&amp;to=2762"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2681..8512</w:t>
      </w:r>
    </w:p>
    <w:p w14:paraId="25249AF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85A787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/product="nsp3"</w:t>
      </w:r>
    </w:p>
    <w:p w14:paraId="11CC023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"https://www.ncbi.nlm.nih.gov/protein/UJS95330.1?from=2763&amp;to=3262"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8513..10012</w:t>
      </w:r>
    </w:p>
    <w:p w14:paraId="5A7DA60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158827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/product="nsp4"</w:t>
      </w:r>
    </w:p>
    <w:p w14:paraId="5B92C49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"https://www.ncbi.nlm.nih.gov/protein/UJS95330.1?from=3263&amp;to=3568"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10013..10930</w:t>
      </w:r>
    </w:p>
    <w:p w14:paraId="288D6E4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4CCC9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/product="3C-like proteinase"</w:t>
      </w:r>
    </w:p>
    <w:p w14:paraId="4F60CB0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"https://www.ncbi.nlm.nih.gov/protein/UJS95330.1?from=3569&amp;to=3855"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10931..11791</w:t>
      </w:r>
    </w:p>
    <w:p w14:paraId="4F5ACB8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93FB68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/product="nsp6"</w:t>
      </w:r>
    </w:p>
    <w:p w14:paraId="4C4AAF9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"https://www.ncbi.nlm.nih.gov/protein/UJS95330.1?from=3856&amp;to=3938"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11792..12040</w:t>
      </w:r>
    </w:p>
    <w:p w14:paraId="683E029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2DF5A46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/product="nsp7"</w:t>
      </w:r>
    </w:p>
    <w:p w14:paraId="43B01B6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"https://www.ncbi.nlm.nih.gov/protein/UJS95330.1?from=3939&amp;to=4136"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12041..12634</w:t>
      </w:r>
    </w:p>
    <w:p w14:paraId="5618AD3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0BB9EC8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/product="nsp8"</w:t>
      </w:r>
    </w:p>
    <w:p w14:paraId="76B4A15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"https://www.ncbi.nlm.nih.gov/protein/UJS95330.1?from=4137&amp;to=4249"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12635..12973</w:t>
      </w:r>
    </w:p>
    <w:p w14:paraId="0A9E17F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6E0B242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/product="nsp9"</w:t>
      </w:r>
    </w:p>
    <w:p w14:paraId="3C76741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"https://www.ncbi.nlm.nih.gov/protein/UJS95330.1?from=4250&amp;to=4388"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12974..13390</w:t>
      </w:r>
    </w:p>
    <w:p w14:paraId="275139E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722723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/product="nsp10"</w:t>
      </w:r>
    </w:p>
    <w:p w14:paraId="62910FC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"https://www.ncbi.nlm.nih.gov/protein/UJS95330.1?from=4389&amp;to=4401"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mat_peptide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13391..13429</w:t>
      </w:r>
    </w:p>
    <w:p w14:paraId="7217DE7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18BFA2B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/product="nsp11"</w:t>
      </w:r>
    </w:p>
    <w:p w14:paraId="0AD2855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"https://www.ncbi.nlm.nih.gov/nuccore/OM410816.1?from=13425&amp;to=13452"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13425..13452</w:t>
      </w:r>
    </w:p>
    <w:p w14:paraId="49518D2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58A00BD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0EF43E8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1"</w:t>
      </w:r>
    </w:p>
    <w:p w14:paraId="4B0FBD0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"https://www.ncbi.nlm.nih.gov/nuccore/OM410816.1?from=13437&amp;to=13491"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13437..13491</w:t>
      </w:r>
    </w:p>
    <w:p w14:paraId="35D466C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/gene="ORF1ab"</w:t>
      </w:r>
    </w:p>
    <w:p w14:paraId="3078A07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frameshifting stimulation element</w:t>
      </w:r>
    </w:p>
    <w:p w14:paraId="1EB0AE7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stem-loop 2"</w:t>
      </w:r>
    </w:p>
    <w:p w14:paraId="7B224F7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"https://www.ncbi.nlm.nih.gov/nuccore/OM410816.1?from=21512&amp;to=25324"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21512..25324</w:t>
      </w:r>
    </w:p>
    <w:p w14:paraId="6E4F7D9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7A910EE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"https://www.ncbi.nlm.nih.gov/nuccore/OM410816.1?from=21512&amp;to=25324"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21512..25324</w:t>
      </w:r>
    </w:p>
    <w:p w14:paraId="29F564B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/gene="S"</w:t>
      </w:r>
    </w:p>
    <w:p w14:paraId="4624E4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104F47F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/product="surface glycoprotein"</w:t>
      </w:r>
    </w:p>
    <w:p w14:paraId="4C894B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"https://www.ncbi.nlm.nih.gov/protein/2184069696"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UJS95331.1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A15621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/translation="MFVFLVLLPLVSSQCVNLITRTQLPPAYTNSFTRGVYYPDKVFR</w:t>
      </w:r>
    </w:p>
    <w:p w14:paraId="3160483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SSVLHSTQDLFLPFFSNVTWFHVISGTNGTKRFDNPVLPFNDGVYFASIEKSNIIRGW</w:t>
      </w:r>
    </w:p>
    <w:p w14:paraId="55C06E7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IFGTTLDSKTQSLLIVNNATNVVIKVCEFQFCNDPFLDHKNNKSWMESEFRVYSSANN</w:t>
      </w:r>
    </w:p>
    <w:p w14:paraId="525A429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CTFEYVSQPFLMDLEGKQGNFKNLREFVFKNIDGYFKIYSKHTPIIVREPEDLPQGFS</w:t>
      </w:r>
    </w:p>
    <w:p w14:paraId="6BBA5F2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ALEPLVDLPIGINITRFQTLLALHRSYLTPGDSSSGWTAGAAAYYVGYLQPRTFLLKY</w:t>
      </w:r>
    </w:p>
    <w:p w14:paraId="67E0EDA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NENGTITDAVDCALDPLSETKCTLKSFTVEKGIYQTSNFRVQPTESIVRFPNITNLCP</w:t>
      </w:r>
    </w:p>
    <w:p w14:paraId="3B0ADA9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FDEVFNATRFASVYAWNRKRISNCVADYSVLYNLAPFFTFKCYGVSPTKLNDLCFTNV</w:t>
      </w:r>
    </w:p>
    <w:p w14:paraId="2A70BD6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YADSFVIRGDEVRQIAPGQTGNIADYNYKLPDDFTGCVIAWNSNKLDSKVSGNYNYLY</w:t>
      </w:r>
    </w:p>
    <w:p w14:paraId="421EFD7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RLFRKSNLKPFERDISTEIYQAGNKPCNGVAGFNCYFPLRSYSFRPTYGVGHQPYRVV</w:t>
      </w:r>
    </w:p>
    <w:p w14:paraId="39EFCC4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VLSFELLHAPATVCGPKKSTNLVKNKCVNFNFNGLKGTGVLTESNKKFLPFQQFGRDI</w:t>
      </w:r>
    </w:p>
    <w:p w14:paraId="3F7B884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ADTTDAVRDPQTLEILDITPCSFGGVSVITPGTNTSNQVAVLYQGVNCTEVPVAIHAD</w:t>
      </w:r>
    </w:p>
    <w:p w14:paraId="0128854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QLTPTWRVYSTGSNVFQTRAGCLIGAEYVNNSYECDIPIGAGICASYQTQTKSHRRAR</w:t>
      </w:r>
    </w:p>
    <w:p w14:paraId="0A8ED5E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SVASQSIIAYTMSLGAENSVAYSNNSIAIPTNFTISVTTEILPVSMTKTSVDCTMYIC</w:t>
      </w:r>
    </w:p>
    <w:p w14:paraId="24B1E81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GDSTECSNLLLQYGSFCTQLKRALTGIAVEQDKNTQEVFAQVKQIYKTPPIKYFGGFN</w:t>
      </w:r>
    </w:p>
    <w:p w14:paraId="5820F35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FSQILPDPSKPSKRSFIEDLLFNKVTLADAGFIKQYGDCLGDIAARDLICAQKFKGLT</w:t>
      </w:r>
    </w:p>
    <w:p w14:paraId="0324F97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VLPPLLTDEMIAQYTSALLAGTITSGWTFGAGAALQIPFAMQMAYRFNGIGVTQNVLY</w:t>
      </w:r>
    </w:p>
    <w:p w14:paraId="3C81F3C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ENQKLIANQFNSAIGKIQDSLSSTASALGKLQDVVNHNAQALNTLVKQLSSKFGAISS</w:t>
      </w:r>
    </w:p>
    <w:p w14:paraId="6072456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VLNDIFSRLDKVEAEVQIDRLITGRLQSLQTYVTQQLIRAAEIRASANLAATKMSECV</w:t>
      </w:r>
    </w:p>
    <w:p w14:paraId="1ADD7A0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LGQSKRVDFCGKGYHLMSFPQSAPHGVVFLHVTYVPAQEKNFTTAPAICHDGKAHFPR</w:t>
      </w:r>
    </w:p>
    <w:p w14:paraId="3D9F30D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EGVFVSNGTHWFVTQRNFYEPQIITTDNTFVSGNCDVVIGIVNNTVYDPLQPELDSFK</w:t>
      </w:r>
    </w:p>
    <w:p w14:paraId="1F20865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EELDKYFKNHTSPDVDLGDISGINASVVNIQKEIDRLNEVAKNLNESLIDLQELGKYE</w:t>
      </w:r>
    </w:p>
    <w:p w14:paraId="3DCE64D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QYIKWPWYIWLGFIAGLIAIVMVTIMLCCMTSCCSCLKGCCSCGSCCKFDEDDSEPVL</w:t>
      </w:r>
    </w:p>
    <w:p w14:paraId="3200410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KGVKLHYT"</w:t>
      </w:r>
    </w:p>
    <w:p w14:paraId="4ECBCC7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"https://www.ncbi.nlm.nih.gov/nuccore/OM410816.1?from=25333&amp;to=26160"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25333..26160</w:t>
      </w:r>
    </w:p>
    <w:p w14:paraId="7B6EBA2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1E95A3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"https://www.ncbi.nlm.nih.gov/nuccore/OM410816.1?from=25333&amp;to=26160"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25333..26160</w:t>
      </w:r>
    </w:p>
    <w:p w14:paraId="5036D23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/gene="ORF3a"</w:t>
      </w:r>
    </w:p>
    <w:p w14:paraId="622B407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3055608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/product="ORF3a protein"</w:t>
      </w:r>
    </w:p>
    <w:p w14:paraId="5664536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"https://www.ncbi.nlm.nih.gov/protein/2184069697"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UJS95332.1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61E0CA7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/translation="MDLFMRIFTIGTVTLKQGEIKDATPSDFVRATATIPIQASLPFG</w:t>
      </w:r>
    </w:p>
    <w:p w14:paraId="07C449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WLIVGVALLAVFQSASKIITLKKRWQLALSKGVHFVCNLLLLFVTVYSHLLLVAAGLE</w:t>
      </w:r>
    </w:p>
    <w:p w14:paraId="10556F0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APFLYLYALVYFLQSINFVRIIMRLWLCWKCRSKNPLLYDANYFLCWHTNCYDYCIPY</w:t>
      </w:r>
    </w:p>
    <w:p w14:paraId="3892310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NSVTSSIVITSGDGTTSPISEHDYQIGGYTEKWESGVKDCVVLHSYFTSDYYQLYSTQ</w:t>
      </w:r>
    </w:p>
    <w:p w14:paraId="5B6F6AD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LSTDTGVEHVTFFIYNKIVDEPEEHVQIHTIDGSSGVVNPVMEPIYDEPTTTTSVPL"</w:t>
      </w:r>
    </w:p>
    <w:p w14:paraId="5C63057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"https://www.ncbi.nlm.nih.gov/nuccore/OM410816.1?from=26185&amp;to=26412"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26185..26412</w:t>
      </w:r>
    </w:p>
    <w:p w14:paraId="5DD558A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5CB7083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"https://www.ncbi.nlm.nih.gov/nuccore/OM410816.1?from=26185&amp;to=26412"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26185..26412</w:t>
      </w:r>
    </w:p>
    <w:p w14:paraId="74C3D28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/gene="E"</w:t>
      </w:r>
    </w:p>
    <w:p w14:paraId="1770014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/codon_start=1</w:t>
      </w:r>
    </w:p>
    <w:p w14:paraId="3EEE977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/product="envelope protein"</w:t>
      </w:r>
    </w:p>
    <w:p w14:paraId="6235049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"https://www.ncbi.nlm.nih.gov/protein/2184069698"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UJS95333.1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6FF2C8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/translation="MYSFVSEEIGTLIVNSVLLFLAFVVFLLVTLAILTALRLCAYCC</w:t>
      </w:r>
    </w:p>
    <w:p w14:paraId="265C8FB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NIVNVSLVKPSFYVYSRVKNLNSSRVPDLLV"</w:t>
      </w:r>
    </w:p>
    <w:p w14:paraId="480304D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"https://www.ncbi.nlm.nih.gov/nuccore/OM410816.1?from=26463&amp;to=27131"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26463..27131</w:t>
      </w:r>
    </w:p>
    <w:p w14:paraId="36DCF13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551E874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"https://www.ncbi.nlm.nih.gov/nuccore/OM410816.1?from=26463&amp;to=27131"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26463..27131</w:t>
      </w:r>
    </w:p>
    <w:p w14:paraId="0F3950E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/gene="M"</w:t>
      </w:r>
    </w:p>
    <w:p w14:paraId="24E206D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0E2D13D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/product="membrane glycoprotein"</w:t>
      </w:r>
    </w:p>
    <w:p w14:paraId="725DE4C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"https://www.ncbi.nlm.nih.gov/protein/2184069699"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UJS95334.1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71DCA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/translation="MAGSNGTITVEELKKLLEEWNLVIGFLFLTWICLLQFAYANRNR</w:t>
      </w:r>
    </w:p>
    <w:p w14:paraId="6CE603E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FLYIIKLIFLWLLWPVTLTCFVLAAVYRINWITGGIAIAMACLVGLMWLSYFIASFRL</w:t>
      </w:r>
    </w:p>
    <w:p w14:paraId="4F305CE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FARTRSMWSFNPETNILLNVPLHGTILTRPLLESELVIGAVILRGHLRIAGHHLGRCD</w:t>
      </w:r>
    </w:p>
    <w:p w14:paraId="0D69F04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IKDLPKEITVATSRTLSYYKLGASQRVAGDSGFAAYSRYRIGNYKLNTDHSSSSDNIA</w:t>
      </w:r>
    </w:p>
    <w:p w14:paraId="34348BA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LLVQ"</w:t>
      </w:r>
    </w:p>
    <w:p w14:paraId="5EDE125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"https://www.ncbi.nlm.nih.gov/nuccore/OM410816.1?from=27142&amp;to=27327"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27142..27327</w:t>
      </w:r>
    </w:p>
    <w:p w14:paraId="0872151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1BA0789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"https://www.ncbi.nlm.nih.gov/nuccore/OM410816.1?from=27142&amp;to=27327"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27142..27327</w:t>
      </w:r>
    </w:p>
    <w:p w14:paraId="763DF8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/gene="ORF6"</w:t>
      </w:r>
    </w:p>
    <w:p w14:paraId="426B0FC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048A6C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/product="ORF6 protein"</w:t>
      </w:r>
    </w:p>
    <w:p w14:paraId="1E33BCB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"https://www.ncbi.nlm.nih.gov/protein/2184069700"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UJS95335.1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41DBCC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/translation="MFHLVDFQVTIAEILLIIMRTFKVSIWNLDYIINLIIKNLSKSL</w:t>
      </w:r>
    </w:p>
    <w:p w14:paraId="283441A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TENKYSQLDEEQPMEID"</w:t>
      </w:r>
    </w:p>
    <w:p w14:paraId="77C64CD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"https://www.ncbi.nlm.nih.gov/nuccore/OM410816.1?from=27334&amp;to=27699"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27334..27699</w:t>
      </w:r>
    </w:p>
    <w:p w14:paraId="0D7F03B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5CBF3A8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"https://www.ncbi.nlm.nih.gov/nuccore/OM410816.1?from=27334&amp;to=27699"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27334..27699</w:t>
      </w:r>
    </w:p>
    <w:p w14:paraId="2F3466B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/gene="ORF7a"</w:t>
      </w:r>
    </w:p>
    <w:p w14:paraId="0854697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95FF4C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/product="ORF7a protein"</w:t>
      </w:r>
    </w:p>
    <w:p w14:paraId="613DF5E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"https://www.ncbi.nlm.nih.gov/protein/2184069701"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UJS95336.1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211015B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/translation="MKIILFLALITLATCELYHYQECVRGTTVLLKEPCSSGTYEGNS</w:t>
      </w:r>
    </w:p>
    <w:p w14:paraId="011E8D3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PFHPLADNKFALTCFSTQFAFACPDGVKHVYQLRARSVSPKLFIRQEEVQELYSPIFL</w:t>
      </w:r>
    </w:p>
    <w:p w14:paraId="0C1C282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IVAAIVFITLCFTLKRKTE"</w:t>
      </w:r>
    </w:p>
    <w:p w14:paraId="2F3C803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"https://www.ncbi.nlm.nih.gov/nuccore/OM410816.1?from=27696&amp;to=27827"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27696..27827</w:t>
      </w:r>
    </w:p>
    <w:p w14:paraId="3F0E7CA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29CFFDC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"https://www.ncbi.nlm.nih.gov/nuccore/OM410816.1?from=27696&amp;to=27827"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27696..27827</w:t>
      </w:r>
    </w:p>
    <w:p w14:paraId="2B46750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/gene="ORF7b"</w:t>
      </w:r>
    </w:p>
    <w:p w14:paraId="49049C4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50EC50F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/product="ORF7b"</w:t>
      </w:r>
    </w:p>
    <w:p w14:paraId="14EB19A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"https://www.ncbi.nlm.nih.gov/protein/2184069702"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UJS95337.1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A42FF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/translation="MIELSLIDFYLCFLAFLLFLVLIMLIIFWFSLELQDHNETCHA"</w:t>
      </w:r>
    </w:p>
    <w:p w14:paraId="1757163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"https://www.ncbi.nlm.nih.gov/nuccore/OM410816.1?from=27834&amp;to=28199"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27834..28199</w:t>
      </w:r>
    </w:p>
    <w:p w14:paraId="02FC26A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E64ADD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"https://www.ncbi.nlm.nih.gov/nuccore/OM410816.1?from=27834&amp;to=28199"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27834..28199</w:t>
      </w:r>
    </w:p>
    <w:p w14:paraId="176ECA2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/gene="ORF8"</w:t>
      </w:r>
    </w:p>
    <w:p w14:paraId="104E4D5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26F95F7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/product="ORF8 protein"</w:t>
      </w:r>
    </w:p>
    <w:p w14:paraId="47D02AC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"https://www.ncbi.nlm.nih.gov/protein/2184069703"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UJS95338.1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1806DAC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/translation="MKFLVFLGIITTVAAFHQECSLQSCTQHQPYVVDDPCPIHFYSK</w:t>
      </w:r>
    </w:p>
    <w:p w14:paraId="5A03079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WYIRVGARKSAPLIELCVDEAGSKSPIQYIDIGNYTVSCLPFTINCQEPKLGSLVVRC</w:t>
      </w:r>
    </w:p>
    <w:p w14:paraId="4147E2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SFYEDFLEYHDVRVVLDFI"</w:t>
      </w:r>
    </w:p>
    <w:p w14:paraId="7DC0D29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"https://www.ncbi.nlm.nih.gov/nuccore/OM410816.1?from=28214&amp;to=29464"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28214..29464</w:t>
      </w:r>
    </w:p>
    <w:p w14:paraId="695C2DB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1053BD1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"https://www.ncbi.nlm.nih.gov/nuccore/OM410816.1?from=28214&amp;to=29464"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28214..29464</w:t>
      </w:r>
    </w:p>
    <w:p w14:paraId="778A313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/gene="N"</w:t>
      </w:r>
    </w:p>
    <w:p w14:paraId="0B8EC94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7FCB4DA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/product="nucleocapsid phosphoprotein"</w:t>
      </w:r>
    </w:p>
    <w:p w14:paraId="356DE7D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"https://www.ncbi.nlm.nih.gov/protein/2184069704"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UJS95339.1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5464E32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/translation="MSDNGPQNQRNALRITFGGPSDSTGSNQNGGARSKQRRPQGLPN</w:t>
      </w:r>
    </w:p>
    <w:p w14:paraId="3D6A144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NTASWFTALTQHGKEDLKFPRGQGVPINTNSSPDDQIGYYRRATRRIRGGDGKMKDLS</w:t>
      </w:r>
    </w:p>
    <w:p w14:paraId="2999810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PRWYFYYLGTGPEAGLPYGANKDGIIWVATEGALNTPKDHIGTRNPANNAAIVLQLPQ</w:t>
      </w:r>
    </w:p>
    <w:p w14:paraId="00F6AB3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GTTLPKGFYAEGSRGGSQASSRSSSRSRNSSRNSTPGSSKRTSPARMAGNGGDAALAL</w:t>
      </w:r>
    </w:p>
    <w:p w14:paraId="12139BD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LLLDRLNQLESKMSGKGQQQQGQTVTKKSAAEASKKPRQKRTATKAYNVTQAFGRRGP</w:t>
      </w:r>
    </w:p>
    <w:p w14:paraId="154DB9A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EQTQGNFGDQELIRQGTDYKHWPQIAQFAPSASAFFGMSRIGMEVTPSGTWLTYTGAI</w:t>
      </w:r>
    </w:p>
    <w:p w14:paraId="61D741D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KLDDKDPNFKDQVILLNKHIDAYKTFPPTEPKKDKKKKADETQALPQRQKKQQTVTLL</w:t>
      </w:r>
    </w:p>
    <w:p w14:paraId="1A06EB2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PAADLDDFSKQLQQSMSSADSTQA"</w:t>
      </w:r>
    </w:p>
    <w:p w14:paraId="167919B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"https://www.ncbi.nlm.nih.gov/nuccore/OM410816.1?from=29489&amp;to=29605"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gene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29489..29605</w:t>
      </w:r>
    </w:p>
    <w:p w14:paraId="3EDCE27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3AE9C12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"https://www.ncbi.nlm.nih.gov/nuccore/OM410816.1?from=29489&amp;to=29605"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CDS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29489..29605</w:t>
      </w:r>
    </w:p>
    <w:p w14:paraId="34A3FD0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22E41F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/codon_start=1</w:t>
      </w:r>
    </w:p>
    <w:p w14:paraId="13A6885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/product="ORF10 protein"</w:t>
      </w:r>
    </w:p>
    <w:p w14:paraId="76C8332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/protein_id="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"https://www.ncbi.nlm.nih.gov/protein/2184069705"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UJS95340.1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"</w:t>
      </w:r>
    </w:p>
    <w:p w14:paraId="795EA9E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/translation="MGYINVFAFPFTIYSLLLCRMNSRNYIAQVDVVNFNLT"</w:t>
      </w:r>
    </w:p>
    <w:p w14:paraId="3FA88A7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"https://www.ncbi.nlm.nih.gov/nuccore/OM410816.1?from=29540&amp;to=29575"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29540..29575</w:t>
      </w:r>
    </w:p>
    <w:p w14:paraId="3FD59E3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0123CF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1"</w:t>
      </w:r>
    </w:p>
    <w:p w14:paraId="55CD86A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"https://www.ncbi.nlm.nih.gov/nuccore/OM410816.1?from=29560&amp;to=29588"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29560..29588</w:t>
      </w:r>
    </w:p>
    <w:p w14:paraId="48B32C2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/gene="ORF10"</w:t>
      </w:r>
    </w:p>
    <w:p w14:paraId="1CB0B82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/note="Coronavirus 3' UTR pseudoknot stem-loop 2"</w:t>
      </w:r>
    </w:p>
    <w:p w14:paraId="42961CB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begin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instrText xml:space="preserve"> HYPERLINK "https://www.ncbi.nlm.nih.gov/nuccore/OM410816.1?from=29659&amp;to=29699" </w:instrTex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separate"/>
      </w:r>
      <w:r w:rsidRPr="008F084D">
        <w:rPr>
          <w:rFonts w:ascii="ＭＳ ゴシック" w:eastAsia="ＭＳ ゴシック" w:hAnsi="ＭＳ ゴシック" w:cs="ＭＳ ゴシック"/>
          <w:color w:val="0000FF"/>
          <w:kern w:val="0"/>
          <w:sz w:val="24"/>
          <w:u w:val="single"/>
        </w:rPr>
        <w:t>stem_loop</w:t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fldChar w:fldCharType="end"/>
      </w: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29659..29699</w:t>
      </w:r>
    </w:p>
    <w:p w14:paraId="13D8832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                /note="Coronavirus 3' stem-loop II-like motif (s2m)"</w:t>
      </w:r>
    </w:p>
    <w:p w14:paraId="742D485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ORIGIN      </w:t>
      </w:r>
    </w:p>
    <w:p w14:paraId="083DEAA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bookmarkStart w:id="4" w:name="sequence_OM410816.1"/>
      <w:bookmarkEnd w:id="4"/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 1 ctttcgatct cttgtagatc tgttctctaa acgaacttta aaatctgtgt ggctgtcact</w:t>
      </w:r>
    </w:p>
    <w:p w14:paraId="4A6004F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 61 cggctgcatg cttagtgcac tcacgcagta taattaataa ctaattactg tcgttgacag</w:t>
      </w:r>
    </w:p>
    <w:p w14:paraId="60ABAB6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121 gacacgagta actcgtctat cttctgcagg ctgcttacgg tttcgtccgt gttgcagccg</w:t>
      </w:r>
    </w:p>
    <w:p w14:paraId="34DBA4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181 atcatcagca catctaggtt ttgtccgggt gtgaccgaaa ggtaagatgg agagccttgt</w:t>
      </w:r>
    </w:p>
    <w:p w14:paraId="6948556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241 ccctggtttc aacgagaaaa cacacgtcca actcagtttg cctgttttac aggttcgcga</w:t>
      </w:r>
    </w:p>
    <w:p w14:paraId="1701869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301 cgtgctcgta cgtggctttg gagactccgt ggaggaggtc ttatcagagg cacgtcaaca</w:t>
      </w:r>
    </w:p>
    <w:p w14:paraId="3094585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361 tcttaaagat ggcacttgtg gcttagtaga agttgaaaaa ggcgttttgc ctcaacttga</w:t>
      </w:r>
    </w:p>
    <w:p w14:paraId="460D0DF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421 acagccctat gtgttcatca aacgttcgga tgctcgaact gcacctcatg gtcatgttat</w:t>
      </w:r>
    </w:p>
    <w:p w14:paraId="7DDE98B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481 ggttgagctg gtagcagaac tcgaaggcat tcagtacggt cgtagtggtg agacacttgg</w:t>
      </w:r>
    </w:p>
    <w:p w14:paraId="5F94D32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541 tgtccttgtc cctcatgtgg gcgaaatacc agtggcttac cgcaaggttc ttcttcgtaa</w:t>
      </w:r>
    </w:p>
    <w:p w14:paraId="6B7688E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601 gaacggtaat aaaggagctg gtggccatag ttacggcgcc gatctaaagt catttgactt</w:t>
      </w:r>
    </w:p>
    <w:p w14:paraId="3D6F66D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661 aggcgacgag cttggcactg atccttatga agattttcaa gaaaactgga acactaaaca</w:t>
      </w:r>
    </w:p>
    <w:p w14:paraId="75C99E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721 tagcagtggt gttacccgtg aactcatgcg tgagcttaac ggaggggcat acactcgcta</w:t>
      </w:r>
    </w:p>
    <w:p w14:paraId="52C3FEC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781 tgtcgataac aacttctgtg gccctgatgg ctaccctctt gagtgcatta aagaccttct</w:t>
      </w:r>
    </w:p>
    <w:p w14:paraId="4412DBE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841 agcacgtgct ggtaaagctt catgcacttt gtccgaacaa ctggacttta ttgacactaa</w:t>
      </w:r>
    </w:p>
    <w:p w14:paraId="228B408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901 gaggggtgta tactgctgcc gtgaacatga gcatgaaatt gcttggtaca cggaacgttc</w:t>
      </w:r>
    </w:p>
    <w:p w14:paraId="53374E7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 961 tgaaaagagc tatgaattgc agacaccttt tgaaattaaa ttggcaaaga aatttgacac</w:t>
      </w:r>
    </w:p>
    <w:p w14:paraId="0BC8FEE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1021 cttcaatggg gaatgtccaa attttgtatt tcccttaaat tccataatca agactattca</w:t>
      </w:r>
    </w:p>
    <w:p w14:paraId="38E779B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1081 accaagggtt gaaaagaaaa agcttgatgg ctttatgggt agaattcgat ctgtctatcc</w:t>
      </w:r>
    </w:p>
    <w:p w14:paraId="2335829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1141 agttgcgtca ccaaatgaat gcaaccaaat gtgcctttca actctcatga agtgtgatca</w:t>
      </w:r>
    </w:p>
    <w:p w14:paraId="56DF2F7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1201 ttgtggtgaa acttcatggc agacgggcga ttttgttaaa gccacttgcg aattttgtgg</w:t>
      </w:r>
    </w:p>
    <w:p w14:paraId="4B2D08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1261 cactgagaat ttgactaaag aaggtgccac tacttgtggt tacttacccc aaaatgctgt</w:t>
      </w:r>
    </w:p>
    <w:p w14:paraId="19A3650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1321 tgttaaaatt tattgtccag catgtcacaa ttcagaagta ggacctgagc atagtcttgc</w:t>
      </w:r>
    </w:p>
    <w:p w14:paraId="2C67CA8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1381 cgaataccat aatgaatctg gcttgaaaac cattcttcgt aagggtggtc gcactattgc</w:t>
      </w:r>
    </w:p>
    <w:p w14:paraId="24D2A3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1441 ctttggaggc tgtgtgttct cttatgttgg ttgccataac aagtgtgcct attgggttcc</w:t>
      </w:r>
    </w:p>
    <w:p w14:paraId="3FE8462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1501 acgtgctagc gctaacatag gttgtaacca tacaggtgtt gttggagaag gttccgaagg</w:t>
      </w:r>
    </w:p>
    <w:p w14:paraId="4CD7BB0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1561 tcttaatgac aaccttcttg aaatactcca aaaagagaaa gtcaacatca atattgttgg</w:t>
      </w:r>
    </w:p>
    <w:p w14:paraId="0B2DECB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1621 tgactttaaa cttaatgaag agatcgccat tattttggca tctttttctg cttccacaag</w:t>
      </w:r>
    </w:p>
    <w:p w14:paraId="7BDF93D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1681 tgcttttgtg gaaactgtga aaggtttgga ttataaagca ttcaaacaaa ttgttgaatc</w:t>
      </w:r>
    </w:p>
    <w:p w14:paraId="4B371A4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1741 ctgtggtaat tttaaagtta caaaaggaaa agctaaaaaa ggtgcctgga atattggtga</w:t>
      </w:r>
    </w:p>
    <w:p w14:paraId="1BF930E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1801 acagaaatca atactgagtc ctctttatgc atttgcatca gaggctgctc gtgttgtacg</w:t>
      </w:r>
    </w:p>
    <w:p w14:paraId="41D6C0F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1861 atcaattttc tcccgcactc ttgaaactgc tcaaaattct gtgcgtgttt tacagaaggc</w:t>
      </w:r>
    </w:p>
    <w:p w14:paraId="66B5F83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1921 cgctataaca atactagatg gaatttcaca gtattcactg agactcattg atgctatgat</w:t>
      </w:r>
    </w:p>
    <w:p w14:paraId="6E00DF3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1981 gttcacatct gatttggcta ctaacaatct agttgtaatg gcctacatta caggtggtgt</w:t>
      </w:r>
    </w:p>
    <w:p w14:paraId="32808E3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2041 tgttcagttg acttcgcagt ggctaactaa catctttggc actgtttatg aaaaactcaa</w:t>
      </w:r>
    </w:p>
    <w:p w14:paraId="08DC74E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2101 acccgtcctt gattggcttg aagagaagtt taaggaaggt gtagagtttc ttagagacgg</w:t>
      </w:r>
    </w:p>
    <w:p w14:paraId="0C7C854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2161 ttgggaaatt gttaaattta tctcaacctg tgcttgtgaa attgtcggtg gacaaattgt</w:t>
      </w:r>
    </w:p>
    <w:p w14:paraId="2010B3D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2221 cacctgtgca aaggaaatta aggagagtgt tcagacattc tttaagcttg taaataaatt</w:t>
      </w:r>
    </w:p>
    <w:p w14:paraId="3BD096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2281 tttggctttg tgtgctgact ctatcattat tggtggagct aaacttaaag ccttgaattt</w:t>
      </w:r>
    </w:p>
    <w:p w14:paraId="4C2E54B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2341 aggtgaaaca tttgtcacgc actcaaaggg attgtacaga aagtgtgtta aatccagaga</w:t>
      </w:r>
    </w:p>
    <w:p w14:paraId="2874778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2401 agaaactggc ctactcatgc ctctaaaagc cccaaaagaa attatcttct tagagggaga</w:t>
      </w:r>
    </w:p>
    <w:p w14:paraId="171A2C5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2461 aacacttccc acagaagtgt taacagagga agttgtcttg aaaactggtg atttacaacc</w:t>
      </w:r>
    </w:p>
    <w:p w14:paraId="6224E01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2521 attagaacaa cctactagtg aagctgttga agctccattg gttggtacac cagtttgtat</w:t>
      </w:r>
    </w:p>
    <w:p w14:paraId="3BB50F2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2581 taacgggctt atgttgctcg aaatcaaaga cacagaaaag tactgtgccc ttgcacctaa</w:t>
      </w:r>
    </w:p>
    <w:p w14:paraId="2C12DAE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2641 tatgatggta acaaacaata ccttcacact caaaggcggt gcaccaacaa aggttacttt</w:t>
      </w:r>
    </w:p>
    <w:p w14:paraId="6A64AF4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2701 tggtgatgac actgtgatag aagtgcaagg ttacaagagt gtgaatatca cttttgaact</w:t>
      </w:r>
    </w:p>
    <w:p w14:paraId="33A5FF9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2761 tgatgaaagg attgataaag tacttaatga gaggtgctct gcctatacag ttgaactcgg</w:t>
      </w:r>
    </w:p>
    <w:p w14:paraId="024AAC1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2821 tacagaagta aatgagttcg cctgtgttgt ggcagatgct gtcataaaaa ctttgcaacc</w:t>
      </w:r>
    </w:p>
    <w:p w14:paraId="05B94B6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2881 agtatctgaa ttacttacac cactgggcat tgatttagat gagtggagta tggctacata</w:t>
      </w:r>
    </w:p>
    <w:p w14:paraId="308E356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2941 ctacttattt gatgagtctg gtgagtttaa attggcttca catatgtatt gttcttttta</w:t>
      </w:r>
    </w:p>
    <w:p w14:paraId="5AA303A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3001 ccctccagat gaggatgaag aagaaggtga ttgtgaagaa gaagagtttg agccatcaac</w:t>
      </w:r>
    </w:p>
    <w:p w14:paraId="3AD0E3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3061 tcaatatgag tatggtactg aagatgatta ccaaggtaaa cctttggaat ttggtgccac</w:t>
      </w:r>
    </w:p>
    <w:p w14:paraId="7AC57FD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3121 ttctgctgct cttcaacctg aagaagagca agaagaagat tggttagatg atgatagtca</w:t>
      </w:r>
    </w:p>
    <w:p w14:paraId="05C685D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3181 acaaactgtt ggtcaacaag acggcagtga ggacaatcag acaactacta ttcaaacaat</w:t>
      </w:r>
    </w:p>
    <w:p w14:paraId="2C0A6DF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3241 tgttgaggtt caacctcaat tagagatgga acttacacca gttgttcaga ctattgaagt</w:t>
      </w:r>
    </w:p>
    <w:p w14:paraId="272A62A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3301 gaatagtttt agtggttatt taaaacttac tgacaatgta tacattaaaa atgcagacat</w:t>
      </w:r>
    </w:p>
    <w:p w14:paraId="2018193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3361 tgtggaagaa gctaaaaagg taaaaccaac agtggttgtt aatgcagcca atgtttacct</w:t>
      </w:r>
    </w:p>
    <w:p w14:paraId="578BCCF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3421 taaacatgga ggaggtgttg caggagcctt aaataaggct actaacaatg ccatgcaagt</w:t>
      </w:r>
    </w:p>
    <w:p w14:paraId="2943CB5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3481 tgaatctgat gattacatag ctactaatgg accacttaaa gtgggtggta gttgtgtttt</w:t>
      </w:r>
    </w:p>
    <w:p w14:paraId="28DDBD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3541 aagcggacac aatcttgcta aacactgtct tcatgttgtc ggcccaaatg ttaacaaagg</w:t>
      </w:r>
    </w:p>
    <w:p w14:paraId="5DBF785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3601 tgaagacatt caacttctta agagtgctta tgaaaatttt aatcagcacg aagttctact</w:t>
      </w:r>
    </w:p>
    <w:p w14:paraId="1579633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3661 tgcaccatta ttatcagctg gtatttttgg tgctgaccct atacattctt taagagtttg</w:t>
      </w:r>
    </w:p>
    <w:p w14:paraId="6CDF661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3721 tgtagatact gttcgcacaa atgtctactt agctgtcttt gataaaaatc tctatgacaa</w:t>
      </w:r>
    </w:p>
    <w:p w14:paraId="515C033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3781 acttgtttca agctttttgg aaatgaagag tgaaaagcaa gttgaacaaa agatcgctga</w:t>
      </w:r>
    </w:p>
    <w:p w14:paraId="51F3B82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3841 gattcctaaa gaggaagtta agccatttat aactgaaagt aaaccttcag ttgaacagag</w:t>
      </w:r>
    </w:p>
    <w:p w14:paraId="0DEBCCD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3901 aaaacaagat gataagaaaa tcaaagcttg tgttgaagaa gttacaacaa ctctggaaga</w:t>
      </w:r>
    </w:p>
    <w:p w14:paraId="2A1D26F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3961 aactaagttc ctcacagaaa acttgttact ttatattgac attaatggca atcttcatcc</w:t>
      </w:r>
    </w:p>
    <w:p w14:paraId="3B6BF48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4021 agattctgcc actcttgtta gtgacattga catcactttc ttaaagaaag atgctccata</w:t>
      </w:r>
    </w:p>
    <w:p w14:paraId="37906DA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4081 tatagtgggt gatgttgttc aagagggtgt tttaactgct gtggttatac ctactaaaaa</w:t>
      </w:r>
    </w:p>
    <w:p w14:paraId="3ACB899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4141 ggctggtggc actactgaaa tgctagcgaa agctttgaga aaagtgccaa cagacaatta</w:t>
      </w:r>
    </w:p>
    <w:p w14:paraId="2D6B46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4201 tataaccact tacccgggtc agggtttaaa tggttacact gtagaggagg caaagacagt</w:t>
      </w:r>
    </w:p>
    <w:p w14:paraId="076CDC7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4261 gcttaaaaag tgtaaaagtg ccttttacat tctaccatct attatctcta atgagaagca</w:t>
      </w:r>
    </w:p>
    <w:p w14:paraId="765186B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4321 agaaattctt ggaactgttt cttggaattt gcgagaaatg cttgcacatg cagaagaaac</w:t>
      </w:r>
    </w:p>
    <w:p w14:paraId="30AAB0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4381 acgcaaatta atgcctgtct gtgtggaaac taaagccata gtttcaacta tacagcgtaa</w:t>
      </w:r>
    </w:p>
    <w:p w14:paraId="1F351B6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4441 atataagggt attaaaatac aagagggtgt ggttgattat ggtgctagat tttactttta</w:t>
      </w:r>
    </w:p>
    <w:p w14:paraId="5368A6E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4501 caccagtaaa acaactgtag cgtcacttat caacacactt aacgatctaa atgaaactct</w:t>
      </w:r>
    </w:p>
    <w:p w14:paraId="70D7515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4561 tgttacaatg ccacttggct atgtaacaca tggcttaaat ttggaagaag ctgctcggta</w:t>
      </w:r>
    </w:p>
    <w:p w14:paraId="0F577E2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4621 tatgagatct ctcaaagtgc cagctacagt ttctgtttct tcacctgatg ctgttacagc</w:t>
      </w:r>
    </w:p>
    <w:p w14:paraId="2A8E421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4681 gtataatggt tatcttactt cttcttctaa aacacctgaa gaacatttta ttgaaaccat</w:t>
      </w:r>
    </w:p>
    <w:p w14:paraId="2E8ACD4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4741 ctcacttgct ggttcctata aagattggtc ctattctgga caatctacac aactaggtat</w:t>
      </w:r>
    </w:p>
    <w:p w14:paraId="1DF274A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4801 agaatttctt aagagaggtg ataaaagtgt atattacact agtaatccta ccacattcca</w:t>
      </w:r>
    </w:p>
    <w:p w14:paraId="79725CF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4861 cctagatggt gaagttatca cctttgacaa tcttaagaca cttctttctt tgagagaagt</w:t>
      </w:r>
    </w:p>
    <w:p w14:paraId="336688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4921 gaggactatt aaggtgttta caacagtaga caacattaac ctccacacgc aagttgtgga</w:t>
      </w:r>
    </w:p>
    <w:p w14:paraId="7F8291E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4981 catgtcaatg acatatggac aacagtttgg tccaacttat ttggatggag ctgatgttac</w:t>
      </w:r>
    </w:p>
    <w:p w14:paraId="4F23C17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5041 taaaataaaa cctcataatt cacatgaagg taaaacattt tatgttttac ctaatgatga</w:t>
      </w:r>
    </w:p>
    <w:p w14:paraId="29C243A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5101 cactctacgt gttgaggctt ttgagtacta ccacacaact gatcctagtt ttctgggtag</w:t>
      </w:r>
    </w:p>
    <w:p w14:paraId="1CAA51C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5161 gtacatgtca gcattaaatc acactaaaaa gtggaaatac ccacaagtta atggtttaac</w:t>
      </w:r>
    </w:p>
    <w:p w14:paraId="4D113A8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5221 ttctattaaa tgggcagata acaactgtta tcttgccact gcattgttaa cactccaaca</w:t>
      </w:r>
    </w:p>
    <w:p w14:paraId="28FE4B9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5281 aatagagttg aagtttaatc cacctgctct acaagatgct tattacagag caagggctgg</w:t>
      </w:r>
    </w:p>
    <w:p w14:paraId="3EA5D85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5341 tgaagcggct aacttttgtg cacttatctt agcctactgt aataagacag taggtgagtt</w:t>
      </w:r>
    </w:p>
    <w:p w14:paraId="7B68385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5401 aggtgatgtt agagaaacaa tgagttactt gtttcaacat gccaatttag attcttgcaa</w:t>
      </w:r>
    </w:p>
    <w:p w14:paraId="68468C8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5461 aagagtcttg aacgttgtgt gtaaaacttg tggacaacag cagacaaccc ttaagggtgt</w:t>
      </w:r>
    </w:p>
    <w:p w14:paraId="75898A3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5521 agaagctgtt atgtacatgg gcacactttc ttatgaacaa tttaagaaag gtgttcagat</w:t>
      </w:r>
    </w:p>
    <w:p w14:paraId="3888D0F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5581 accttgtacg tgtggtaaac aagctacaaa atatctagta caacaggagt caccttttgt</w:t>
      </w:r>
    </w:p>
    <w:p w14:paraId="73C4DA1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5641 tatgatgtca gcaccacctg ctcagtatga acttaagcat ggtacattta cttgtgctag</w:t>
      </w:r>
    </w:p>
    <w:p w14:paraId="61F04A3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5701 tgagtacact ggtaattacc agtgtggtca ctataaacat ataacttcta aagaaacttt</w:t>
      </w:r>
    </w:p>
    <w:p w14:paraId="5A5C55D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5761 gtattgcata gacggtgctt tacttacaaa gtcctcagaa tacaaaggtc ctattacgga</w:t>
      </w:r>
    </w:p>
    <w:p w14:paraId="2355A02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5821 tgttttctac aaagaaaaca gttacacaac aaccataaaa ccagttactt ataaattgga</w:t>
      </w:r>
    </w:p>
    <w:p w14:paraId="26EDAE7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5881 tggtgttgtt tgtacagaaa ttgaccctaa gttggacaat tattataaga aagacaattc</w:t>
      </w:r>
    </w:p>
    <w:p w14:paraId="074BE5B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5941 ttatttcaca gagcaaccaa ttgatcttgt accaaaccaa ccatatccaa acgcaagctt</w:t>
      </w:r>
    </w:p>
    <w:p w14:paraId="05B7DA4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6001 cgataatttt aagtttgtat gtgataatat caaatttgct gatgatttaa accagttaac</w:t>
      </w:r>
    </w:p>
    <w:p w14:paraId="793D658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6061 tggttataag aaacctgctt caagagagct taaagttaca tttttccctg acttaaatgg</w:t>
      </w:r>
    </w:p>
    <w:p w14:paraId="436CCB6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6121 tgatgtggtg gctattgatt ataaacacta cacaccctct tttaagaaag gagctaaatt</w:t>
      </w:r>
    </w:p>
    <w:p w14:paraId="3FC4F7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6181 gttacataaa cctattgttt ggcatgttaa caatgcaact aataaagcca cgtataaacc</w:t>
      </w:r>
    </w:p>
    <w:p w14:paraId="024F411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6241 aaatacctgg tgtatacgtt gtctttggag cacaaaacca gttgaaacat caaattcgtt</w:t>
      </w:r>
    </w:p>
    <w:p w14:paraId="358141E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6301 tgatgtactg aagtcagagg acgcgcaggg aatggataat cttgcctgcg aagatctaaa</w:t>
      </w:r>
    </w:p>
    <w:p w14:paraId="3ACA5BB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6361 accagtctct gaagaagtag tggaaaatcc taccatacag aaagacgttc ttgagtgtaa</w:t>
      </w:r>
    </w:p>
    <w:p w14:paraId="002D64A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6421 tgtgaaaact accgaagttg taggagacat tatacttaaa ccagcaaata atataaaaat</w:t>
      </w:r>
    </w:p>
    <w:p w14:paraId="687C41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6481 tacagaagag gttggccaca cagatctaat ggctgcttat gtagacaatt ctagtcttac</w:t>
      </w:r>
    </w:p>
    <w:p w14:paraId="01FADFD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6541 tattaagaaa cctaatgaat tatctagagt attaggtttg aaaacccttg ctactcatgg</w:t>
      </w:r>
    </w:p>
    <w:p w14:paraId="106A3E2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6601 tttagctgct gttaatagtg tcccttggga tactatagct aattatgcta agccttttct</w:t>
      </w:r>
    </w:p>
    <w:p w14:paraId="56DF527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6661 taacaaagtt gttagtacaa ctactaacat agttacacgg tgtttaaacc gtgtttgtac</w:t>
      </w:r>
    </w:p>
    <w:p w14:paraId="506B3FC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6721 taattatatg ccttatttct ttactttatt gctacaattg tgtactttta ctagaagtac</w:t>
      </w:r>
    </w:p>
    <w:p w14:paraId="3D797C2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6781 aaattctaga attaaagcat ctatgccgac tactatagca aagaatactg ttaagagtgt</w:t>
      </w:r>
    </w:p>
    <w:p w14:paraId="789C77A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6841 cggtaaattt tgtctagagg cttcatttaa ttatttgaag tcacctaatt tttctaaact</w:t>
      </w:r>
    </w:p>
    <w:p w14:paraId="25A6FDD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6901 gataaatatt ataatttggt ttttactatt aagtgtttgc ctaggttctt taatctactc</w:t>
      </w:r>
    </w:p>
    <w:p w14:paraId="1264CF3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6961 aaccgctgct ttaggtgttt taatgtctaa tttaggcatg ccttcttact gtactggtta</w:t>
      </w:r>
    </w:p>
    <w:p w14:paraId="406D331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7021 cagagaaggc tatttgaact ctactaatgt cactattgca acctactgta ctggttctat</w:t>
      </w:r>
    </w:p>
    <w:p w14:paraId="384EAEB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7081 accttgtagt gtttgtctta gtggtttaga ttctttagac acctatcctt ctttagaaac</w:t>
      </w:r>
    </w:p>
    <w:p w14:paraId="3D923BE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7141 tatacaaatt accatttcat cttttaaatg ggatttaact gcttttggct tagttgcaga</w:t>
      </w:r>
    </w:p>
    <w:p w14:paraId="2E113CC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7201 gtggtttttg gcatatattc ttttcactag gtttttctat gtacttggat tggctgcaat</w:t>
      </w:r>
    </w:p>
    <w:p w14:paraId="66555DA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7261 catgcaattg tttttcagct attttgcagt acattttatt agtaattctt ggcttatgtg</w:t>
      </w:r>
    </w:p>
    <w:p w14:paraId="73F7CFA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7321 gttaataatt aatcttgtac aaatggcccc gatttcagct atggttagaa tgtacatctt</w:t>
      </w:r>
    </w:p>
    <w:p w14:paraId="04E6F62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7381 ctttgcatca ttttattatg tatggaaaag ttatgtgcat gttgtagacg gttgtaattc</w:t>
      </w:r>
    </w:p>
    <w:p w14:paraId="2B7E8C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7441 atcaacttgt atgatgtgtt acaaacgtaa tagagcaaca agagtcgaat gtacaactat</w:t>
      </w:r>
    </w:p>
    <w:p w14:paraId="30E8173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7501 tgttaatggt gttagaaggt ccttttatgt ctatgctaat ggaggtaaag gcttttgcaa</w:t>
      </w:r>
    </w:p>
    <w:p w14:paraId="52CEE28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7561 actacacaat tggaattgtg ttaattgtga tacattctgt gctggtagta catttattag</w:t>
      </w:r>
    </w:p>
    <w:p w14:paraId="65D46D0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7621 tgatgaagtt gcgagagact tgtcactaca gtttaaaaga ccaataaatc ctactgacca</w:t>
      </w:r>
    </w:p>
    <w:p w14:paraId="2168145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7681 gtcttcttac atcgttgata gtgttacagt gaagaatggt tccatccatc tttactttga</w:t>
      </w:r>
    </w:p>
    <w:p w14:paraId="30E1232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7741 taaagctggt caaaagactt atgaaagaca ttctctctct cattttgtta acttagacaa</w:t>
      </w:r>
    </w:p>
    <w:p w14:paraId="480F397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7801 cctgagagct aataacacta aaggttcatt gcctattaat gttatagttt ttgatggtaa</w:t>
      </w:r>
    </w:p>
    <w:p w14:paraId="0B1C1B9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7861 atcaaaatgt gaagaatcat ctgcaaaatc agcgtctgtt tactacagtc agcttatgtg</w:t>
      </w:r>
    </w:p>
    <w:p w14:paraId="505C354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7921 tcaacctata ctgttactag atcaggcatt agtgtctgat gttggtgata gtgcggaagt</w:t>
      </w:r>
    </w:p>
    <w:p w14:paraId="7C746CB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7981 tgcagttaaa atgtttgatg cttacgttaa tacgttttca tcaactttta acgtaccaat</w:t>
      </w:r>
    </w:p>
    <w:p w14:paraId="197C4BE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8041 ggaaaaactc aaaacactag ttgcaactgc agaagctgaa cttgcaaaga atgtgtcctt</w:t>
      </w:r>
    </w:p>
    <w:p w14:paraId="5077B9A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8101 agacaatgtc ttatctactt ttatttcagc agctcggcaa gggtttgttg attcagatgt</w:t>
      </w:r>
    </w:p>
    <w:p w14:paraId="1C19F70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8161 agaaactaaa gatgttgttg aatgtcttaa attgtcacat caatctgaca tagaagttac</w:t>
      </w:r>
    </w:p>
    <w:p w14:paraId="2B26028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8221 tggcgatagt tgtaataact atatgctcac ctataacaaa gttgaaaaca tgacaccccg</w:t>
      </w:r>
    </w:p>
    <w:p w14:paraId="6C3C107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8281 tgaccttggt gcttgtattg actgtagtgc gcgtcatatt aatgcgcagg tagcaaaaag</w:t>
      </w:r>
    </w:p>
    <w:p w14:paraId="574FB49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8341 tcacaacatt actttgatat ggaacgttaa agatttcatg tcattgtctg aacaactacg</w:t>
      </w:r>
    </w:p>
    <w:p w14:paraId="27D0C4B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8401 aaaacaaata cgtagtgctg ctaaaaagaa taacttacct tttaagttga catgtgcaac</w:t>
      </w:r>
    </w:p>
    <w:p w14:paraId="0F17D74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8461 tactagacaa gttgttaatg ttgtaacaac aaagatagca cttaagggtg gtaaaattgt</w:t>
      </w:r>
    </w:p>
    <w:p w14:paraId="20ABACF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8521 taataattgg ttgaagcagt taattaaagt tacacttgtg ttcctttttg ttgctgctat</w:t>
      </w:r>
    </w:p>
    <w:p w14:paraId="7517739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8581 tttctattta ataacacctg ttcatgtcat gtctaaacat actgactttt caagtgaaat</w:t>
      </w:r>
    </w:p>
    <w:p w14:paraId="1FB97AD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8641 cataggatac aaggctattg atggtggtgt cactcgtgac atagcatcta cagatacttg</w:t>
      </w:r>
    </w:p>
    <w:p w14:paraId="29AA32A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8701 ttttgctaac aaacatgctg attttgacac atggtttagc cagcgtggtg gtagttatac</w:t>
      </w:r>
    </w:p>
    <w:p w14:paraId="0165A1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8761 taatgacaaa gcttgcccat tgattgctgc agtcataaca agagaagtgg gttttgtcgt</w:t>
      </w:r>
    </w:p>
    <w:p w14:paraId="32F883D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8821 gcctggtttg cctggcacga tattacgcac aactaatggt gactttttgc atttcttacc</w:t>
      </w:r>
    </w:p>
    <w:p w14:paraId="02E619E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8881 tagagttttt agtgcagttg gtaacatctg ttacacacca tcaaaactta tagagtacac</w:t>
      </w:r>
    </w:p>
    <w:p w14:paraId="507CBFF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8941 tgactttgca acatcagctt gtgttttggc tgctgaatgt acaattttta aagatgcttc</w:t>
      </w:r>
    </w:p>
    <w:p w14:paraId="5CDD77C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9001 tggtaagcca gtaccatatt gttatgatac caatgtacta gaaggttctg ttgcttatga</w:t>
      </w:r>
    </w:p>
    <w:p w14:paraId="37481A6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9061 aagtttacgc cctgacacac gttatgtgct catggatggc tctattattc aatttcctaa</w:t>
      </w:r>
    </w:p>
    <w:p w14:paraId="642AB65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9121 cacctacctt gaaggttctg ttagagtggt aacaactttt gattctgagt actgtaggca</w:t>
      </w:r>
    </w:p>
    <w:p w14:paraId="55A213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9181 cggcacttgt gaaagatcag aagctggtgt ttgtgtatct actagtggta gatgggtact</w:t>
      </w:r>
    </w:p>
    <w:p w14:paraId="45CA654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9241 taacaatgat tattacagat ctttaccagg agttttctgt ggtgtagatg ctgtaaattt</w:t>
      </w:r>
    </w:p>
    <w:p w14:paraId="009D4B5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9301 acttactaat atgtttacac cactaattca acctattggt gctttggaca tatcagcatc</w:t>
      </w:r>
    </w:p>
    <w:p w14:paraId="2D60E31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9361 tatagtagct ggtggtattg tagctatcgt agtaacatgc cttgcctact attttatgag</w:t>
      </w:r>
    </w:p>
    <w:p w14:paraId="78F4949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9421 gtttagaaga gcttttggtg aatacagtca tgtagttgcc tttaatactt tactattcct</w:t>
      </w:r>
    </w:p>
    <w:p w14:paraId="59F542C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9481 tatgtcattc actgtactct gtttaacacc agtttactca ttcttacctg gtgtttattc</w:t>
      </w:r>
    </w:p>
    <w:p w14:paraId="310FAD5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9541 tgttatttac ttgtacttga cattttatct tactaatgat gtttcttttt tagcacatat</w:t>
      </w:r>
    </w:p>
    <w:p w14:paraId="41792B9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9601 tcagtggatg gttatgttca cacctttagt acctttctgg ataacaattg cttatatcat</w:t>
      </w:r>
    </w:p>
    <w:p w14:paraId="608ACD1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9661 ttgtatttcc acaaagcatt tctattggtt ctttagtaat tacctaaaga gacgtgtagt</w:t>
      </w:r>
    </w:p>
    <w:p w14:paraId="47EA1DB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9721 ctttaatggt gtttccttta gtacttttga agaagctgcg ctgtgcacct ttttgttaaa</w:t>
      </w:r>
    </w:p>
    <w:p w14:paraId="7B8361E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9781 taaagaaatg tatctaaagt tgcgtagtga tgtgctatta cctcttacgc aatataatag</w:t>
      </w:r>
    </w:p>
    <w:p w14:paraId="7A4ED17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9841 atacttagct ctttataata agtacaagta ttttagtgga gcaatggata caactagcta</w:t>
      </w:r>
    </w:p>
    <w:p w14:paraId="3CC7F08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 9901 cagagaagct gcttgttgtc atctcgcaaa ggctctcaat gacttcagta actcaggttc</w:t>
      </w:r>
    </w:p>
    <w:p w14:paraId="5D63E4A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 9961 tgatgttctt taccaaccac cacaaatctc tatcacctca gctgttttgc agagtggttt</w:t>
      </w:r>
    </w:p>
    <w:p w14:paraId="5C46D00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10021 tagaaaaatg gcattcccat ctggtaaagt tgagggttgt atggtacaag taacttgtgg</w:t>
      </w:r>
    </w:p>
    <w:p w14:paraId="23A85B3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10081 tacaactaca cttaacggtc tttggcttga tgacgtagtt tactgtccaa gacatgtgat</w:t>
      </w:r>
    </w:p>
    <w:p w14:paraId="0CC0145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10141 ctgcacctct gaagacatgc ttaaccctaa ttatgaagat ttactcattc gtaagtctaa</w:t>
      </w:r>
    </w:p>
    <w:p w14:paraId="3FD817E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10201 tcataatttc ttggtacagg ctggtaatgt tcaactcagg gttattggac attctatgca</w:t>
      </w:r>
    </w:p>
    <w:p w14:paraId="6019E6C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10261 aaattgtgta cttaagctta aggttgatac agccaatcct aagacaccta agtataagtt</w:t>
      </w:r>
    </w:p>
    <w:p w14:paraId="5CB6AB9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10321 tgttcgcatt caaccaggac agactttttc agtgttagct tgttacaatg gttcaccatc</w:t>
      </w:r>
    </w:p>
    <w:p w14:paraId="66E2B20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10381 tggtgtttac caatgtgcta tgaggcacaa tttcactatt aagggttcat tccttaatgg</w:t>
      </w:r>
    </w:p>
    <w:p w14:paraId="21D38F8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10441 ttcatgtggt agtgttggtt ttaacataga ttatgactgt gtctcttttt gttacatgca</w:t>
      </w:r>
    </w:p>
    <w:p w14:paraId="4C360C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10501 ccatatggaa ttaccaactg gagttcatgc tggcacagac ttagaaggta acttttatgg</w:t>
      </w:r>
    </w:p>
    <w:p w14:paraId="508E52A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10561 accttttgtt gacaggcaaa cagcacaagc agctggtacg gacacaacta ttacagttaa</w:t>
      </w:r>
    </w:p>
    <w:p w14:paraId="7F04A66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10621 tgttttagct tggttgtacg ctgctgttat aaatggagac aggtggtttc tcaatcgatt</w:t>
      </w:r>
    </w:p>
    <w:p w14:paraId="7071AFC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10681 taccacaact cttaatgact ttaaccttgt ggctatgaag tacaattatg aacctctaac</w:t>
      </w:r>
    </w:p>
    <w:p w14:paraId="5471AC8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10741 acaagaccat gttgacatac taggacctct ttctgctcaa actggaattg tcgttttaga</w:t>
      </w:r>
    </w:p>
    <w:p w14:paraId="27F490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10801 tatgtgtgct tcattaaaag aattactgca aaatggtatg aatggacgta ccatattggg</w:t>
      </w:r>
    </w:p>
    <w:p w14:paraId="6C5000C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10861 tagtgcttta ttagaagatg aatttacacc ttttgatgtt gttagacaat gctcaggtgt</w:t>
      </w:r>
    </w:p>
    <w:p w14:paraId="543BD93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10921 tactttccaa agtgcagtga aaagaacaat caagggtaca caccactggt tgttactcac</w:t>
      </w:r>
    </w:p>
    <w:p w14:paraId="17081E7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10981 aattttgact tcacttttag ttttagtcca gagtactcaa tggtctttgt tctttttttt</w:t>
      </w:r>
    </w:p>
    <w:p w14:paraId="2D85AA2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11041 gtatgaaaat gcctttttac cttttgctat gggtattatt gctatgtctg cttttgcaat</w:t>
      </w:r>
    </w:p>
    <w:p w14:paraId="7BDC60D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11101 gatgtttgtc aaacataagc atgcatttct ctgtttgttt ttgttacctt ctcttgccac</w:t>
      </w:r>
    </w:p>
    <w:p w14:paraId="507D1D4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11161 tgtagcttat tttaatatgg tctatatgcc tgctagttgg gtgatgcgta ttatgacatg</w:t>
      </w:r>
    </w:p>
    <w:p w14:paraId="6AD93E1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11221 gttggatatg gttgatacta gttttaagct aaaagactgt gttatgtatg catcagctgt</w:t>
      </w:r>
    </w:p>
    <w:p w14:paraId="2B2F66D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11281 agtgttacta atccttatga cagcaagaac tgtgtatgat gatggtgcta ggagagtgtg</w:t>
      </w:r>
    </w:p>
    <w:p w14:paraId="5488734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11341 gacacttatg aatgtcttga cactcgttta taaagtttat tatggtaatg ctttagatca</w:t>
      </w:r>
    </w:p>
    <w:p w14:paraId="11BC828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11401 agccatttcc atgtgggctc ttataatctc tgttacttct aactactcag gtgtagttac</w:t>
      </w:r>
    </w:p>
    <w:p w14:paraId="07E947C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11461 aactgtcatg tttttggcca gaggtgttgt ttttatgtgt gttgagtatt gccctatttt</w:t>
      </w:r>
    </w:p>
    <w:p w14:paraId="1B74182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11521 cttcataact ggtaatacac ttcagtgtat aatgctagtt tattgtttct taggctattt</w:t>
      </w:r>
    </w:p>
    <w:p w14:paraId="4FCF6F1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11581 ttgtacttgt tactttggcc tcttttgttt actcaaccgc tactttagac tgactcttgg</w:t>
      </w:r>
    </w:p>
    <w:p w14:paraId="63E617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11641 tgtttatgat tacttagttt ctacacagga gtttagatat atgaattcac agggactact</w:t>
      </w:r>
    </w:p>
    <w:p w14:paraId="0D24630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11701 cccacccaag aatagcatag atgccttcaa actcaacatt aaattgttgg gtgttggtgg</w:t>
      </w:r>
    </w:p>
    <w:p w14:paraId="47F72B6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11761 caaaccttgt atcaaagtag ccactgtaca gtctaaaatg tcagatgtaa agtgcacatc</w:t>
      </w:r>
    </w:p>
    <w:p w14:paraId="7049DD6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11821 agtagtctta ctctcagttt tgcaacaact cagagtagaa tcatcatcta aattgtgggc</w:t>
      </w:r>
    </w:p>
    <w:p w14:paraId="5CC0567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11881 tcaatgtgtc cagttacaca atgacattct cttagctaaa gatactactg aagcctttga</w:t>
      </w:r>
    </w:p>
    <w:p w14:paraId="59C30D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11941 aaaaatggtt tcactacttt ctgttttgct ttccatgcag ggtgctgtag acataaacaa</w:t>
      </w:r>
    </w:p>
    <w:p w14:paraId="2ADA2C1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12001 gctttgtgaa gaaatgctgg acaacagggc aaccttacaa gctatagcct cagagtttag</w:t>
      </w:r>
    </w:p>
    <w:p w14:paraId="0ED9FDB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12061 ttcccttcca tcatatgcag cttttgctac tgctcaagaa gcttatgagc aggctgttgc</w:t>
      </w:r>
    </w:p>
    <w:p w14:paraId="5BE7386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12121 taatggtgat tctgaagttg ttcttaaaaa gttgaagaag tctttgaatg tggctaaatc</w:t>
      </w:r>
    </w:p>
    <w:p w14:paraId="506AFED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12181 tgaatttgac cgtgatgcag ccatgcaacg taagttggaa aagatggctg atcaagctat</w:t>
      </w:r>
    </w:p>
    <w:p w14:paraId="33BE4B0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12241 gacccaaatg tataaacagg ctagatctga ggacaagagg gcaaaagtta ctagtgctat</w:t>
      </w:r>
    </w:p>
    <w:p w14:paraId="265120B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12301 gcagacaatg cttttcacta tgcttagaaa gttggataat gatgcactca acaacattat</w:t>
      </w:r>
    </w:p>
    <w:p w14:paraId="1161BA4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12361 caacaatgca agagatggtt gtgttccctt gaacataata cctcttacaa cagcagccaa</w:t>
      </w:r>
    </w:p>
    <w:p w14:paraId="6D349B9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12421 actaatggtt gtcataccag actataacac atataaaaat acgtgtgatg gtacaacatt</w:t>
      </w:r>
    </w:p>
    <w:p w14:paraId="164219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12481 tacttatgca tcagcattgt gggaaatcca acaggttgta gatgcagata gtaaaattgt</w:t>
      </w:r>
    </w:p>
    <w:p w14:paraId="00EA18F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12541 tcaacttagt gaaattagta tggacaattc acctaattta gcatggcctc ttattgtaac</w:t>
      </w:r>
    </w:p>
    <w:p w14:paraId="2FCD144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12601 agctttaagg gccaattctg ctgtcaaatt acagaataat gagcttagtc ctgttgcact</w:t>
      </w:r>
    </w:p>
    <w:p w14:paraId="698F990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12661 acgacagatg tcttgtgctg ccggtactac acaaactgct tgcactgatg acaatgcgtt</w:t>
      </w:r>
    </w:p>
    <w:p w14:paraId="44EE47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12721 agcttactac aacacaacaa agggaggtag gtttgtactt gcactgttat ccgatttaca</w:t>
      </w:r>
    </w:p>
    <w:p w14:paraId="042B3A7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12781 ggatttgaaa tgggctagat tccctaagag tgatggaact ggtactatct atacagaact</w:t>
      </w:r>
    </w:p>
    <w:p w14:paraId="096DD42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12841 ggaaccacct tgtaggtttg ttacagacac acctaaaggt cctaaagtga agtatttata</w:t>
      </w:r>
    </w:p>
    <w:p w14:paraId="55707A2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12901 ctttattaaa ggattaaaca acctaaatag aggtatggta cttggtagtt tagctgccac</w:t>
      </w:r>
    </w:p>
    <w:p w14:paraId="570A83B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12961 agtacgtcta caagctggta atgcaacaga agtgcctgcc aattcaactg tattatcttt</w:t>
      </w:r>
    </w:p>
    <w:p w14:paraId="496C6FC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13021 ctgtgctttt gctgtagatg ctgctaaagc ttacaaagat tatctagcta gtgggggaca</w:t>
      </w:r>
    </w:p>
    <w:p w14:paraId="600A07A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13081 accaatcact aattgtgtta agatgttgtg tacacacact ggtactggtc aggcaataac</w:t>
      </w:r>
    </w:p>
    <w:p w14:paraId="7BD3848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13141 agtcacaccg gaagccaata tggatcaaga atcctttggt ggtgcatcgt gttgtctgta</w:t>
      </w:r>
    </w:p>
    <w:p w14:paraId="7C8F1A9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13201 ctgccgttgc cacatagatc atccaaatcc taaaggattt tgtgacttaa aaggtaagta</w:t>
      </w:r>
    </w:p>
    <w:p w14:paraId="18FCB31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13261 tgtacaaata cctacaactt gtgctaatga ccctgtgggt tttacactta aaaacacagt</w:t>
      </w:r>
    </w:p>
    <w:p w14:paraId="316FE3F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13321 ctgtaccgtc tgcggtatgt ggaaaggtta tggctgtagt tgtgatcaac tccgcgaacc</w:t>
      </w:r>
    </w:p>
    <w:p w14:paraId="2C88FCF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13381 catgcttcag tcagctgatg cacaatcgtt tttaaacggg tttgcggtgt aagtgcagcc</w:t>
      </w:r>
    </w:p>
    <w:p w14:paraId="1E5DEDE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13441 cgtcttacac cgtgcggcac aggcactagt actgatgtcg tatacagggc ttttgacatc</w:t>
      </w:r>
    </w:p>
    <w:p w14:paraId="147C335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13501 tacaatgata aagtagctgg ttttgctaaa ttcctaaaaa ctaattgttg tcgcttccaa</w:t>
      </w:r>
    </w:p>
    <w:p w14:paraId="7BC9B56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13561 gaaaaggacg aagatgacaa tttaattgat tcttactttg tagttaagag acacactttc</w:t>
      </w:r>
    </w:p>
    <w:p w14:paraId="0441A18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13621 tctaactacc aacatgaaga aacaatttat aatttactta aggattgtcc agctgttgct</w:t>
      </w:r>
    </w:p>
    <w:p w14:paraId="64DEF2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13681 aaacatgact tctttaagtt tagaatagac ggtgacatgg taccacatat atcacgtcaa</w:t>
      </w:r>
    </w:p>
    <w:p w14:paraId="581135A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13741 cgtcttacta aatacacaat ggcagacctc gtctatgctt taaggcattt tgatgaaggt</w:t>
      </w:r>
    </w:p>
    <w:p w14:paraId="27455C0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13801 aattgtgaca cattaaaaga aatacttgtc acatacaatt gttgtgatga tgattatttc</w:t>
      </w:r>
    </w:p>
    <w:p w14:paraId="2AE96AF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13861 aataaaaagg actggtatga ttttgtagaa aacccagata tattacgcgt atacgccaac</w:t>
      </w:r>
    </w:p>
    <w:p w14:paraId="57BA46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13921 ttaggtgaac gtgtacgcca agctttgtta aaaacagtac aattctgtga tgccatgcga</w:t>
      </w:r>
    </w:p>
    <w:p w14:paraId="2040A65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13981 aatgctggta ttgttggtgt actgacatta gataatcaag atctcaatgg taactggtat</w:t>
      </w:r>
    </w:p>
    <w:p w14:paraId="6B3AAED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14041 gatttcggtg atttcataca aaccacgcca ggtagtggag ttcctgttgt agattcttat</w:t>
      </w:r>
    </w:p>
    <w:p w14:paraId="45539B9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14101 tattcattgt taatgcctat attaaccttg accagggctt taactgcaga gtcacatgtt</w:t>
      </w:r>
    </w:p>
    <w:p w14:paraId="3384F65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14161 gacactgact taacaaagcc ttacattaag tgggatttgt taaaatatga cttcacggaa</w:t>
      </w:r>
    </w:p>
    <w:p w14:paraId="0EEBB64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14221 gagaggttaa aactctttga ccgttatttt aaatattggg atcagacata ccacccaaat</w:t>
      </w:r>
    </w:p>
    <w:p w14:paraId="03BBDA7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14281 tgtgttaact gtttggatga cagatgcatt ctgcattgtg caaactttaa tgttttattc</w:t>
      </w:r>
    </w:p>
    <w:p w14:paraId="58B8F4E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14341 tctacagtgt tcccacttac aagttttgga ccactagtga gaaaaatatt tgttgatggt</w:t>
      </w:r>
    </w:p>
    <w:p w14:paraId="4A98FEF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14401 gttccatttg tagtttcaac tggataccac ttcagagagc taggtgttgt acataatcag</w:t>
      </w:r>
    </w:p>
    <w:p w14:paraId="6A792B0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14461 gatgtaaact tacatagctc tagacttagt tttaaggaat tacttgtgta tgctgctgac</w:t>
      </w:r>
    </w:p>
    <w:p w14:paraId="4574B6A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14521 cctgctatgc acgctgcttc tggtaatcta ttactagata aacgcactac gtgcttttca</w:t>
      </w:r>
    </w:p>
    <w:p w14:paraId="29913D2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14581 gtagctgcac ttactaacaa tgttgctttt caaactgtca aacccggtaa ttttaacaaa</w:t>
      </w:r>
    </w:p>
    <w:p w14:paraId="43E4CCE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14641 gacttctatg actttgctgt gtctaagggt ttctttaagg aaggaagttc tgttgaatta</w:t>
      </w:r>
    </w:p>
    <w:p w14:paraId="3B948BE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14701 aaacacttct tctttgctca ggatggtaat gctgctatca gcgattatga ctactatcgt</w:t>
      </w:r>
    </w:p>
    <w:p w14:paraId="4CC9328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14761 tataatctac caacaatgtg tgatatcaga caactactat ttgtagttga agttgttgat</w:t>
      </w:r>
    </w:p>
    <w:p w14:paraId="5DA3612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14821 aagtactttg attgttacga tggtggctgt attaatgcta accaagtcat cgtcaacaac</w:t>
      </w:r>
    </w:p>
    <w:p w14:paraId="5FD3947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14881 ctagacaaat cagctggttt tccatttaat aaatggggta aggctagact ttattatgat</w:t>
      </w:r>
    </w:p>
    <w:p w14:paraId="52F2D3D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14941 tcaatgagtt atgaggatca agatgcactt ttcgcatata caaaacgtaa tgtcatccct</w:t>
      </w:r>
    </w:p>
    <w:p w14:paraId="48B5FE0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15001 actataactc aaatgaatct taagtatgcc attagtgcaa agaatagagc tcgcaccgta</w:t>
      </w:r>
    </w:p>
    <w:p w14:paraId="08DF365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15061 gctggtgtct ctatctgtag tactatgacc aatagacagt ttcatcaaaa attattgaaa</w:t>
      </w:r>
    </w:p>
    <w:p w14:paraId="7634CC1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15121 tcaatagccg ccactagagg agctactgta gtaattggaa caagcaaatt ctatggtggt</w:t>
      </w:r>
    </w:p>
    <w:p w14:paraId="6285C3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15181 tggcacaata tgttaaaaac tgtttatagt gatgtagaaa accctcacct tatgggttgg</w:t>
      </w:r>
    </w:p>
    <w:p w14:paraId="40A154A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15241 gattatccta aatgtgatag agccatgcct aacatgctta gaattatggc ctcacttgtt</w:t>
      </w:r>
    </w:p>
    <w:p w14:paraId="08389C8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15301 cttgctcgca aacatacaac gtgttgtagc ttgtcacacc gtttctatag attagctaat</w:t>
      </w:r>
    </w:p>
    <w:p w14:paraId="7ED99A1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15361 gagtgtgctc aagtattgag tgaaatggtc atgtgtggcg gttcactata tgttaaacca</w:t>
      </w:r>
    </w:p>
    <w:p w14:paraId="7CF872C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15421 ggtggaacct catcaggaga tgccacaact gcttatgcta atagtgtttt taacatttgt</w:t>
      </w:r>
    </w:p>
    <w:p w14:paraId="625794F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15481 caagctgtca cggccaatgt taatgcactt ttatctactg atggtaacaa aattgccgat</w:t>
      </w:r>
    </w:p>
    <w:p w14:paraId="54FA470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15541 aagtatgtcc gcaatttaca acacagactt tatgagtgtc tctatagaaa tagagatgtt</w:t>
      </w:r>
    </w:p>
    <w:p w14:paraId="2084CBF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15601 gacacagact ttgtgaatga gttttacgca tatttgcgta aacatttctc aatgatgata</w:t>
      </w:r>
    </w:p>
    <w:p w14:paraId="2190869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15661 ctctctgacg atgctgttgt gtgtttcaat agcacttatg catctcaagg tctagtggct</w:t>
      </w:r>
    </w:p>
    <w:p w14:paraId="4087FE8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15721 agcataaaga actttaagtc agttctttat tatcaaaaca atgtttttat gtctgaagca</w:t>
      </w:r>
    </w:p>
    <w:p w14:paraId="3C3BAF2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15781 aaatgttgga ctgagactga ccttactaaa ggacctcatg aattttgctc tcaacataca</w:t>
      </w:r>
    </w:p>
    <w:p w14:paraId="58BB0A3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15841 atgctagtta aacagggtga tgattatgtg taccttcctt acccagatcc atcaagaatc</w:t>
      </w:r>
    </w:p>
    <w:p w14:paraId="1A82B4E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15901 ctaggggccg gctgttttgt agatgatatc gtaaaaacag atggtacact tatgattgaa</w:t>
      </w:r>
    </w:p>
    <w:p w14:paraId="2363814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15961 cggttcgtgt ctttagctat agatgcttac ccacttacta aacatcctaa tcaggagtat</w:t>
      </w:r>
    </w:p>
    <w:p w14:paraId="3B63357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16021 gctgatgtct ttcatttgta cttacaatac ataagaaagc tacatgatga gttaacagga</w:t>
      </w:r>
    </w:p>
    <w:p w14:paraId="68070A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16081 cacatgttag acatgtattc tgttatgctt actaatgata acacttcaag gtattgggaa</w:t>
      </w:r>
    </w:p>
    <w:p w14:paraId="7131264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16141 cctgagtttt atgaggctat gtacacaccg catacagtct tacaggctgt tggggcttgt</w:t>
      </w:r>
    </w:p>
    <w:p w14:paraId="05972C3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16201 gttctttgca attcacagac ttcattaaga tgtggtgctt gcatacgtag accattctta</w:t>
      </w:r>
    </w:p>
    <w:p w14:paraId="138733F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16261 tgttgtaaat gctgttacga ccatgtcata tcaacatcac ataaattagt cttgtctgtt</w:t>
      </w:r>
    </w:p>
    <w:p w14:paraId="44E0336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16321 aatccgtatg tttgcaatgc tccaggttgt gatgtcacag atgtgactca actttactta</w:t>
      </w:r>
    </w:p>
    <w:p w14:paraId="6820357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16381 ggaggtatga gctattattg taaatcacat aaaccaccca ttagttttcc attgtgtgct</w:t>
      </w:r>
    </w:p>
    <w:p w14:paraId="36AF90D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16441 aatggacaag tttttggttt atataaaaat acatgtgttg gtagcgataa tgttactgac</w:t>
      </w:r>
    </w:p>
    <w:p w14:paraId="0854389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16501 tttaatgcaa ttgcaacatg tgactggaca aatgctggtg attacatttt agctaacacc</w:t>
      </w:r>
    </w:p>
    <w:p w14:paraId="220B99F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16561 tgtactgaaa gactcaagct ttttgcagca gaaacgctca aagctactga ggagacattt</w:t>
      </w:r>
    </w:p>
    <w:p w14:paraId="321ECA3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16621 aaactgtctt atggtattgc tactgtacgt gaagtgctgt ctgacagaga attacatctt</w:t>
      </w:r>
    </w:p>
    <w:p w14:paraId="6241456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16681 tcatgggaag ttggtaaacc tagaccacca cttaaccgaa attatgtctt tactggttat</w:t>
      </w:r>
    </w:p>
    <w:p w14:paraId="7D103F9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16741 cgtgtaacta aaaacagtaa agtacaaata ggagagtaca cctttgaaaa aggtgactat</w:t>
      </w:r>
    </w:p>
    <w:p w14:paraId="736415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16801 ggtgatgctg ttgtttaccg aggtacaaca acttacaaat taaatgttgg tgattatttt</w:t>
      </w:r>
    </w:p>
    <w:p w14:paraId="61A0E3C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16861 gtgctgacat cacatacagt aatgccatta agtgcaccta cactagtgcc acaagagcac</w:t>
      </w:r>
    </w:p>
    <w:p w14:paraId="744EC68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16921 tatgttagaa ttactggctt atacccaaca ctcaatatct cagatgagtt ttctagcaat</w:t>
      </w:r>
    </w:p>
    <w:p w14:paraId="0D22C0E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16981 gttgcaaatt atcaaaaggt tggtatgcaa aagtattcta cactccaggg accacctggt</w:t>
      </w:r>
    </w:p>
    <w:p w14:paraId="094DFBD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17041 actggtaaga gtcattttgc tattggccta gctctctact acccttctgc tcgcatagtg</w:t>
      </w:r>
    </w:p>
    <w:p w14:paraId="0FC4006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17101 tatacagctt gctctcatgc cgctgttgat gcactatgtg agaaggcatt aaaatatttg</w:t>
      </w:r>
    </w:p>
    <w:p w14:paraId="6D4FAB2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17161 cctatagata aatgtagtag aattatacct gcacgtgctc gtgtagagtg ttttgataaa</w:t>
      </w:r>
    </w:p>
    <w:p w14:paraId="24660B8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17221 ttcaaagtga attcaacatt agaacagtat gtcttttgta ctgtaaatgc attgcctgag</w:t>
      </w:r>
    </w:p>
    <w:p w14:paraId="79D5066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17281 acgacagcag atatagttgt ctttgatgaa atttcaatgg ccacaaatta tgatttgagt</w:t>
      </w:r>
    </w:p>
    <w:p w14:paraId="7C632E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17341 gttgtcaatg ccagattacg tgctaagcac tatgtgtaca ttggcgaccc tgctcaatta</w:t>
      </w:r>
    </w:p>
    <w:p w14:paraId="03EA8F2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17401 cctgcaccac gcacattgct aactaagggc acactagaac cagaatattt caattcagtg</w:t>
      </w:r>
    </w:p>
    <w:p w14:paraId="58828A5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17461 tgtagactta tgaaaactat aggtccagac atgttcctcg gaacttgtcg gcgttgtcct</w:t>
      </w:r>
    </w:p>
    <w:p w14:paraId="2301BD7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17521 gctgaaattg ttgacactgt gagtgctttg gtttatgata ataagcttaa agcacataaa</w:t>
      </w:r>
    </w:p>
    <w:p w14:paraId="14CD545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17581 gacaaatcag ctcaatgctt taaaatgttt tataagggtg ttatcacgca tgatgtttca</w:t>
      </w:r>
    </w:p>
    <w:p w14:paraId="242A7C7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17641 tctgcaatta acaggccaca aataggcgtg gtaagagaat tccttacacg taaccctgct</w:t>
      </w:r>
    </w:p>
    <w:p w14:paraId="0CF553F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17701 tggagaaaag ctgtctttat ttcaccttat aattcacaga atgctgtagc ctcaaagatt</w:t>
      </w:r>
    </w:p>
    <w:p w14:paraId="3AA3252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17761 ttgggactac caactcaaac tgttgattca tcacagggct cagaatatga ctatgtcata</w:t>
      </w:r>
    </w:p>
    <w:p w14:paraId="1FD58E7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17821 ttcactcaaa ccactgaaac agctcactct tgtaatgtaa acagatttaa tgttgctatt</w:t>
      </w:r>
    </w:p>
    <w:p w14:paraId="5EC6DBF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17881 accagagcaa aagtaggcat actttgcata atgtctgata gagaccttta tgacaagttg</w:t>
      </w:r>
    </w:p>
    <w:p w14:paraId="0DF0AAA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17941 caatttacaa gtcttgaaat tccacgtagg aatgtggcaa ctttacaagc tgaaaatgta</w:t>
      </w:r>
    </w:p>
    <w:p w14:paraId="64CFBD6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18001 acaggactct ttaaagattg tagtaaggta atcactgggt tacatcctac acaggcacct</w:t>
      </w:r>
    </w:p>
    <w:p w14:paraId="10A2187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18061 acacacctca gtgttgacac taaattcaaa actgaaggtt tatgtgttga cgtacctggc</w:t>
      </w:r>
    </w:p>
    <w:p w14:paraId="35919DB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18121 atacctaagg acatgaccta tagaagactc atctctatga tgggttttaa aatgaattat</w:t>
      </w:r>
    </w:p>
    <w:p w14:paraId="2E5B70E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18181 caagttaatg gttaccctaa catgtttatc acccgcgaag aagctataag acatgtacgt</w:t>
      </w:r>
    </w:p>
    <w:p w14:paraId="05084E4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18241 gcatggattg gcttcgatgt cgaggggtgt catgctacta gagaagctgt tggtaccaat</w:t>
      </w:r>
    </w:p>
    <w:p w14:paraId="2AB0B2C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18301 ttacctttac agctaggttt ttctacaggt gttaacctag ttgctgtacc tacaggttat</w:t>
      </w:r>
    </w:p>
    <w:p w14:paraId="57C6FE6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18361 gttgatacac ctaataatac agatttttcc agagttagtg ctaaaccacc gcctggagat</w:t>
      </w:r>
    </w:p>
    <w:p w14:paraId="081A1F7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18421 caatttaaac acctcatacc acttatgtac aaaggacttc cttggaatgt agtgcgtata</w:t>
      </w:r>
    </w:p>
    <w:p w14:paraId="6D35E9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18481 aagattgtac aaatgttaag tgacacactt aaaaatctct ctgacagagt cgtatttgtc</w:t>
      </w:r>
    </w:p>
    <w:p w14:paraId="484F9CD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18541 ttatgggcac atggctttga gttgacatct atgaagtatt ttgtgaaaat aggacctgag</w:t>
      </w:r>
    </w:p>
    <w:p w14:paraId="3140297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18601 cgcacctgtt gtctatgtga tagacgtgcc acatgctttt ccactgcttc agacacttat</w:t>
      </w:r>
    </w:p>
    <w:p w14:paraId="05827EE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18661 gcctgttggc atcattctat tggatttgat tacgtctata atccgtttat gattgatgtt</w:t>
      </w:r>
    </w:p>
    <w:p w14:paraId="7A4B869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18721 caacaatggg gttttacagg taacctacaa agcaaccatg atctgtattg tcaagtccat</w:t>
      </w:r>
    </w:p>
    <w:p w14:paraId="3E770F7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18781 ggtaatgcac atgtagctag ttgtgatgca atcatgacta ggtgtctagc tgtccacgag</w:t>
      </w:r>
    </w:p>
    <w:p w14:paraId="7898521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18841 tgctttgtta agcgtgttga ctggactatt gaatatccta taattggtga tgaactgaag</w:t>
      </w:r>
    </w:p>
    <w:p w14:paraId="0691453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18901 attaatgcgg cttgtagaaa ggttcaacac atggttgtta aagctgcatt attagcagac</w:t>
      </w:r>
    </w:p>
    <w:p w14:paraId="0E1956A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18961 aaattcccag ttcttcacga cattggtaac cctaaagcta ttaagtgtgt acctcaagct</w:t>
      </w:r>
    </w:p>
    <w:p w14:paraId="7D1F02C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19021 gatgtagaat ggaagttcta tgatgcacag ccttgtagtg acaaagctta taaaatagaa</w:t>
      </w:r>
    </w:p>
    <w:p w14:paraId="29BBC8D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19081 gaattattct attcttatgc cacacattct gacaaattca cagatggtgt atgcctattt</w:t>
      </w:r>
    </w:p>
    <w:p w14:paraId="2414D3D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19141 tggaattgca atgtcgatag atatcctgct aattccattg tttgtagatt tgacactaga</w:t>
      </w:r>
    </w:p>
    <w:p w14:paraId="4E10DDD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19201 gtgctatcta accttaactt gcctggttgt gatggtggca gtttgtatgt aaataaacat</w:t>
      </w:r>
    </w:p>
    <w:p w14:paraId="781B54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19261 gcattccaca caccagcttt tgataaaagt gcttttgtta atttaaaaca attaccattt</w:t>
      </w:r>
    </w:p>
    <w:p w14:paraId="4B74537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19321 ttctattact ctgacagtcc atgtgagtct catggaaaac aagtagtgtc agatatagat</w:t>
      </w:r>
    </w:p>
    <w:p w14:paraId="48B3911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19381 tatgtaccac taaagtctgc tacgtgtata acacgttgca atttaggtgg tgctgtctgt</w:t>
      </w:r>
    </w:p>
    <w:p w14:paraId="2BD1FF6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19441 agacatcatg ctaatgagta cagattgtat ctcgatgctt ataacatgat gatctcagct</w:t>
      </w:r>
    </w:p>
    <w:p w14:paraId="32405A1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19501 ggctttagct tgtgggttta caaacaattt gatacttata acctctggaa cacttttaca</w:t>
      </w:r>
    </w:p>
    <w:p w14:paraId="69CD740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19561 agacttcaga gtttagaaaa tgtggctttt aatgttgtaa ataagggaca ctttgatgga</w:t>
      </w:r>
    </w:p>
    <w:p w14:paraId="09EA2A6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19621 caacagggtg aagtaccagt ttctatcatt aataacactg tttacacaaa agttgatggt</w:t>
      </w:r>
    </w:p>
    <w:p w14:paraId="7769B22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19681 gttgatgtag aattgtttga aaataaaaca acattacctg ttaatgtagc atttgagctt</w:t>
      </w:r>
    </w:p>
    <w:p w14:paraId="2CE4118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19741 tgggctaagc gcaacattaa accagtacca gaggtgaaaa tactcaataa tttgggtgtg</w:t>
      </w:r>
    </w:p>
    <w:p w14:paraId="44814B0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19801 gacattgctg ctaatactgt gatctgggac tacaaaagag atgctccagc acatatatct</w:t>
      </w:r>
    </w:p>
    <w:p w14:paraId="2F27FCF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19861 actattggtg tttgttctat gactgacata gccaagaaac caactgaaac gatttgtgca</w:t>
      </w:r>
    </w:p>
    <w:p w14:paraId="2C2197F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19921 ccactcactg tcttttttga tggtagagtt gatggtcaag tagacttatt tagaaatgcc</w:t>
      </w:r>
    </w:p>
    <w:p w14:paraId="1FD04DC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19981 cgtaatggtg ttcttattac agaaggtagt gttaaaggtt tacaaccatc tgtaggtccc</w:t>
      </w:r>
    </w:p>
    <w:p w14:paraId="1543A93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20041 aaacaagcta gtcttaatgg agtcacatta attggagaag ccgtaaaaac acagttcaat</w:t>
      </w:r>
    </w:p>
    <w:p w14:paraId="5FBFCDD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20101 tattataaga aagttgatgg tgttgtccaa caattacctg aaacttactt tactcagagt</w:t>
      </w:r>
    </w:p>
    <w:p w14:paraId="5C47AA2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20161 agaaatttac aagaatttaa acccaggagt caaatggaaa ttgatttctt agaattagct</w:t>
      </w:r>
    </w:p>
    <w:p w14:paraId="4457BB9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20221 atggatgaat tcattgaacg gtataaatta gaaggctatg ccttcgaaca tatcgtttat</w:t>
      </w:r>
    </w:p>
    <w:p w14:paraId="74C366E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20281 ggagatttta gtcatagtca gttaggtggt ttacatctac tgattggact agctaaacgt</w:t>
      </w:r>
    </w:p>
    <w:p w14:paraId="074F220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20341 tttaaggaat caccttttga attagaagat tttattccta tggacagtac agttaaaaac</w:t>
      </w:r>
    </w:p>
    <w:p w14:paraId="01D941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20401 tatttcataa cagatgcgca aacaggttca tctaagtgtg tgtgttctgt tattgattta</w:t>
      </w:r>
    </w:p>
    <w:p w14:paraId="06AA3FB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20461 ttacttgatg attttgttga aataataaaa tcccaagatt tatctgtagt ttctaaggtt</w:t>
      </w:r>
    </w:p>
    <w:p w14:paraId="4C5B6A8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20521 gtcaaagtga ctattgacta tacagaaatt tcatttatgc tttggtgtaa agatggccat</w:t>
      </w:r>
    </w:p>
    <w:p w14:paraId="6A11E6F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20581 gtagaaacat tttacccaaa attacaatct agtcaagcgt ggcaaccggg tgttgctatg</w:t>
      </w:r>
    </w:p>
    <w:p w14:paraId="4BD5816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20641 cctaatcttt acaaaatgca aagaatgcta ttagaaaagt gtgaccttca aaattatggt</w:t>
      </w:r>
    </w:p>
    <w:p w14:paraId="58D2C5D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20701 gatagtgcaa cattacctaa aggcataatg atgaatgtcg caaaatatac tcaactgtgt</w:t>
      </w:r>
    </w:p>
    <w:p w14:paraId="28FD303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20761 caatatttaa acacattaac attagctgta ccctataata tgagagttat acattttggt</w:t>
      </w:r>
    </w:p>
    <w:p w14:paraId="142E5BC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20821 gctggttctg ataaaggagt tgcaccaggt acagctgttt taagacagtg gttgcctacg</w:t>
      </w:r>
    </w:p>
    <w:p w14:paraId="5184DAC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20881 ggtacgctgc ttgtcgattc agatcttaat gactttgtct ctgatgcaga ttcaactttg</w:t>
      </w:r>
    </w:p>
    <w:p w14:paraId="70CA088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20941 attggtgatt gtgcaactgt acatacagct aataaatggg atctcattat tagtgatatg</w:t>
      </w:r>
    </w:p>
    <w:p w14:paraId="11B686D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21001 tacgacccta agactaaaaa tgttacaaaa gaaaatgact ctaaagaggg ttttttcact</w:t>
      </w:r>
    </w:p>
    <w:p w14:paraId="225F2D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21061 tacatttgtg ggtttataca acaaaagcta gctcttggag gttccgtggc tataaagata</w:t>
      </w:r>
    </w:p>
    <w:p w14:paraId="3868750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21121 acagaacatt cttggaatgc tgatctttat aagctcatgg gacacttcgc atggtggaca</w:t>
      </w:r>
    </w:p>
    <w:p w14:paraId="1A5E814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21181 gcctttgtta ctaatgtgaa tgcgtcatca tctgaagcat ttttaattgg atgtaattat</w:t>
      </w:r>
    </w:p>
    <w:p w14:paraId="36937F8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21241 cttggcaaac cacgcgaaca aatagatggt tatgtcatgc atgcaaatta catattttgg</w:t>
      </w:r>
    </w:p>
    <w:p w14:paraId="539030F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21301 aggaatacaa atccaattca gttgtcttcc tattctttat ttgacatgag taaatttccc</w:t>
      </w:r>
    </w:p>
    <w:p w14:paraId="5DB436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21361 cttaaattaa ggggtactgc tgttatgtct ttaaaagaag gtcaaatcaa tgatatgatt</w:t>
      </w:r>
    </w:p>
    <w:p w14:paraId="65A2396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21421 ttatctcttc ttagtaaagg tagacttata attagagaaa acaacagagt tgttatttct</w:t>
      </w:r>
    </w:p>
    <w:p w14:paraId="1B80105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21481 agtgatgttc ttgttaacaa ctaaacgaac aatgtttgtt tttcttgttt tattgccact</w:t>
      </w:r>
    </w:p>
    <w:p w14:paraId="1B00764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21541 agtctctagt cagtgtgtta atcttataac cagaactcaa ttaccccctg catacactaa</w:t>
      </w:r>
    </w:p>
    <w:p w14:paraId="7BC59DD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21601 ttctttcaca cgtggtgttt attaccctga caaagttttc agatcctcag ttttacattc</w:t>
      </w:r>
    </w:p>
    <w:p w14:paraId="67450F1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21661 aactcaggac ttgttcttac ctttcttttc caatgttact tggttccatg ttatctctgg</w:t>
      </w:r>
    </w:p>
    <w:p w14:paraId="5F615C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21721 gaccaatggt actaagaggt ttgataaccc tgtcctacca tttaatgatg gtgtttattt</w:t>
      </w:r>
    </w:p>
    <w:p w14:paraId="3516E40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21781 tgcttccatt gagaagtcta acataataag aggctggatt tttggtacta ctttagattc</w:t>
      </w:r>
    </w:p>
    <w:p w14:paraId="4A36BC2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21841 gaagacccag tccctactta ttgttaataa cgctactaat gttgttatta aagtctgtga</w:t>
      </w:r>
    </w:p>
    <w:p w14:paraId="30DE102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21901 atttcaattt tgtaatgatc catttttgga ccacaaaaac aacaaaagtt ggatggaaag</w:t>
      </w:r>
    </w:p>
    <w:p w14:paraId="521F2B3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21961 tgagttcaga gtttattcta gtgcgaataa ttgcactttt gaatatgtct ctcagccttt</w:t>
      </w:r>
    </w:p>
    <w:p w14:paraId="10C8F46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22021 tcttatggac cttgaaggaa aacagggtaa tttcaaaaat cttagggaat ttgtgtttaa</w:t>
      </w:r>
    </w:p>
    <w:p w14:paraId="0854179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22081 gaatattgat ggttatttta aaatatattc taagcacacg cctattatag tgcgtgagcc</w:t>
      </w:r>
    </w:p>
    <w:p w14:paraId="1D18BF7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22141 agaagatctc cctcagggtt tttcggcttt agaaccattg gtagatttgc caataggtat</w:t>
      </w:r>
    </w:p>
    <w:p w14:paraId="5976DF8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22201 taacatcact aggtttcaaa ctttacttgc tttacataga agttatttga ctcctggtga</w:t>
      </w:r>
    </w:p>
    <w:p w14:paraId="4069EB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22261 ttcttcttca ggttggacag ctggtgctgc agcttattat gtgggttatc ttcaacctag</w:t>
      </w:r>
    </w:p>
    <w:p w14:paraId="3A80373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22321 gacttttcta ttaaaatata atgaaaatgg aaccattaca gatgctgtag actgtgcact</w:t>
      </w:r>
    </w:p>
    <w:p w14:paraId="63D2B1E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22381 tgaccctctc tcagaaacaa agtgtacgtt gaaatccttc actgtagaaa aaggaatcta</w:t>
      </w:r>
    </w:p>
    <w:p w14:paraId="25011B2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22441 tcaaacttct aactttagag tccaaccaac agaatctatt gttagatttc ctaatattac</w:t>
      </w:r>
    </w:p>
    <w:p w14:paraId="367C892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22501 aaacttgtgc ccttttgatg aagtttttaa cgccaccaga tttgcatctg tttatgcttg</w:t>
      </w:r>
    </w:p>
    <w:p w14:paraId="62A5938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22561 gaacaggaag agaatcagca actgtgttgc tgattattct gtcctatata atctcgcacc</w:t>
      </w:r>
    </w:p>
    <w:p w14:paraId="0519620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22621 atttttcact tttaagtgtt atggagtgtc tcctactaaa ttaaatgatc tctgctttac</w:t>
      </w:r>
    </w:p>
    <w:p w14:paraId="39D2AB6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22681 taatgtctat gcagattcat ttgtaattag aggtgatgaa gtcagacaaa tcgctccagg</w:t>
      </w:r>
    </w:p>
    <w:p w14:paraId="6205F70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22741 gcaaactgga aatattgctg attataatta taaattacca gatgatttta caggctgcgt</w:t>
      </w:r>
    </w:p>
    <w:p w14:paraId="19E3211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22801 tatagcttgg aattctaaca agcttgattc taaggttagt ggtaattata attacctgta</w:t>
      </w:r>
    </w:p>
    <w:p w14:paraId="397821E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22861 tagattgttt aggaagtcta atctcaaacc ttttgagaga gatatttcaa ctgaaatcta</w:t>
      </w:r>
    </w:p>
    <w:p w14:paraId="50B9728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22921 tcaggccggt aacaaacctt gtaatggtgt tgcaggtttt aattgttact ttcctttacg</w:t>
      </w:r>
    </w:p>
    <w:p w14:paraId="756ACC0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22981 atcatatagt ttccgaccca cttatggtgt tggtcaccaa ccatacagag tagtagtact</w:t>
      </w:r>
    </w:p>
    <w:p w14:paraId="1D220A7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23041 ttcttttgaa cttctacatg caccagcaac tgtttgtgga cctaaaaagt ctactaattt</w:t>
      </w:r>
    </w:p>
    <w:p w14:paraId="3DF8AD6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23101 ggttaaaaac aaatgtgtca atttcaactt caatggttta aaaggcacag gtgttcttac</w:t>
      </w:r>
    </w:p>
    <w:p w14:paraId="082051E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23161 tgagtctaac aaaaagtttc tgcctttcca acaatttggc agagacattg ctgacactac</w:t>
      </w:r>
    </w:p>
    <w:p w14:paraId="5AF2174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23221 tgatgctgtc cgtgatccac agacacttga gattcttgac attacaccat gttcttttgg</w:t>
      </w:r>
    </w:p>
    <w:p w14:paraId="1474DAC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23281 tggtgtcagt gttataacac caggaacaaa tacttctaac caggttgctg ttctttatca</w:t>
      </w:r>
    </w:p>
    <w:p w14:paraId="61F932F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23341 gggtgttaac tgcacagaag tccctgttgc tattcatgca gatcaactta ctcctacttg</w:t>
      </w:r>
    </w:p>
    <w:p w14:paraId="3026376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23401 gcgtgtttat tctacaggtt ctaatgtttt tcaaacacgt gcaggctgtt taataggggc</w:t>
      </w:r>
    </w:p>
    <w:p w14:paraId="4528514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23461 tgaatatgtc aacaactcat atgagtgtga catacccatt ggtgcaggta tatgcgctag</w:t>
      </w:r>
    </w:p>
    <w:p w14:paraId="36C3932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23521 ttatcagact cagactaagt ctcatcggcg ggcacgtagt gtagctagtc aatccatcat</w:t>
      </w:r>
    </w:p>
    <w:p w14:paraId="07F0D7A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23581 tgcctacact atgtcacttg gtgcagaaaa ttcagttgct tactctaata actctattgc</w:t>
      </w:r>
    </w:p>
    <w:p w14:paraId="3D8EA42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23641 catacccaca aattttacta ttagtgttac cacagaaatt ctaccagtgt ctatgaccaa</w:t>
      </w:r>
    </w:p>
    <w:p w14:paraId="243CF8C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23701 gacatcagta gattgtacaa tgtacatttg tggtgattca actgaatgca gcaatctttt</w:t>
      </w:r>
    </w:p>
    <w:p w14:paraId="522117D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23761 gttgcaatat ggcagttttt gtacacaatt aaaacgtgct ttaactggaa tagctgttga</w:t>
      </w:r>
    </w:p>
    <w:p w14:paraId="5A9BED9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23821 acaagacaaa aacacccaag aagtttttgc acaagtcaaa caaatttaca aaacaccacc</w:t>
      </w:r>
    </w:p>
    <w:p w14:paraId="2AF5AD7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23881 aattaaatat tttggtggtt ttaatttttc acaaatatta ccagatccat caaaaccaag</w:t>
      </w:r>
    </w:p>
    <w:p w14:paraId="2E0B92C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23941 caagaggtca tttattgaag atctactttt caacaaagtg acacttgcag atgctggctt</w:t>
      </w:r>
    </w:p>
    <w:p w14:paraId="0D09D3A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24001 catcaaacaa tatggtgatt gccttggtga tattgctgct agagacctca tttgtgcaca</w:t>
      </w:r>
    </w:p>
    <w:p w14:paraId="4D086EF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24061 aaagtttaaa ggccttactg ttttgccacc tttgctcaca gatgaaatga ttgctcaata</w:t>
      </w:r>
    </w:p>
    <w:p w14:paraId="57963C1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24121 cacttctgca ctgttagcgg gtacaatcac ttctggttgg acctttggtg caggtgctgc</w:t>
      </w:r>
    </w:p>
    <w:p w14:paraId="398C454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24181 attacaaata ccatttgcta tgcaaatggc ttataggttt aatggtattg gagttacaca</w:t>
      </w:r>
    </w:p>
    <w:p w14:paraId="554B79F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24241 gaatgttctc tatgagaacc aaaaattgat tgccaaccaa tttaatagtg ctattggcaa</w:t>
      </w:r>
    </w:p>
    <w:p w14:paraId="4B93784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24301 aattcaagac tcactttctt ccacagcaag tgcacttgga aaacttcaag atgtggtcaa</w:t>
      </w:r>
    </w:p>
    <w:p w14:paraId="737B5EA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24361 ccataatgca caagctttaa acacgcttgt taaacaactt agctccaaat ttggtgcaat</w:t>
      </w:r>
    </w:p>
    <w:p w14:paraId="5EEAA1A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24421 ttcaagtgtt ttaaatgata tcttttcacg tcttgacaaa gttgaggctg aagtgcaaat</w:t>
      </w:r>
    </w:p>
    <w:p w14:paraId="6A48690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24481 tgataggttg atcacaggca gacttcaaag tttgcagaca tatgtgactc aacaattaat</w:t>
      </w:r>
    </w:p>
    <w:p w14:paraId="76F2C1F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24541 tagagctgca gaaatcagag cttctgctaa tcttgctgct actaaaatgt cagagtgtgt</w:t>
      </w:r>
    </w:p>
    <w:p w14:paraId="5A08A51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24601 acttggacaa tcaaaaagag ttgatttttg tggaaagggc tatcatctta tgtccttccc</w:t>
      </w:r>
    </w:p>
    <w:p w14:paraId="18B2DE7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24661 tcagtcagca cctcatggtg tagtcttctt gcatgtgact tatgtccctg cacaagaaaa</w:t>
      </w:r>
    </w:p>
    <w:p w14:paraId="210C628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24721 gaacttcaca actgctcctg ccatttgtca tgatggaaaa gcacactttc ctcgtgaagg</w:t>
      </w:r>
    </w:p>
    <w:p w14:paraId="732CA7D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24781 tgtctttgtt tcaaatggca cacactggtt tgtaacacaa aggaattttt atgaaccaca</w:t>
      </w:r>
    </w:p>
    <w:p w14:paraId="132FB1E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24841 aatcattact acagacaaca catttgtgtc tggtaactgt gatgttgtaa taggaattgt</w:t>
      </w:r>
    </w:p>
    <w:p w14:paraId="27C9D49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24901 caacaacaca gtttatgatc ctttgcaacc tgaattagat tcattcaagg aggagttaga</w:t>
      </w:r>
    </w:p>
    <w:p w14:paraId="04EDC2F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24961 taaatatttt aagaatcata catcaccaga tgttgattta ggtgacatct ctggcattaa</w:t>
      </w:r>
    </w:p>
    <w:p w14:paraId="305CEE8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25021 tgcttcagtt gtaaacattc aaaaagaaat tgaccgcctc aatgaggttg ccaagaattt</w:t>
      </w:r>
    </w:p>
    <w:p w14:paraId="7837430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25081 aaatgaatct ctcatcgatc tccaagaact tggaaagtat gagcagtata taaaatggcc</w:t>
      </w:r>
    </w:p>
    <w:p w14:paraId="7B132DC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25141 atggtacatt tggctaggtt ttatagctgg cttgattgcc atagtaatgg tgacaattat</w:t>
      </w:r>
    </w:p>
    <w:p w14:paraId="29D0C54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25201 gctttgctgt atgaccagtt gctgtagttg tctcaagggc tgttgttctt gtggatcctg</w:t>
      </w:r>
    </w:p>
    <w:p w14:paraId="492BEF8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25261 ctgcaaattt gatgaagacg actctgagcc agtgctcaaa ggagtcaaat tacattacac</w:t>
      </w:r>
    </w:p>
    <w:p w14:paraId="35901E1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25321 ataaacgaac ttatggattt gtttatgaga atcttcacaa ttggaactgt aactttgaag</w:t>
      </w:r>
    </w:p>
    <w:p w14:paraId="74DF97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25381 caaggtgaaa tcaaggatgc tactccttca gattttgttc gcgctactgc aacgataccg</w:t>
      </w:r>
    </w:p>
    <w:p w14:paraId="40B28BC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25441 atacaagcct cactcccttt cggatggctt attgttggcg ttgcacttct tgctgttttt</w:t>
      </w:r>
    </w:p>
    <w:p w14:paraId="1CA8A0F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25501 cagagcgctt ccaaaatcat aactctcaaa aagagatggc aactagcact ctccaagggt</w:t>
      </w:r>
    </w:p>
    <w:p w14:paraId="0C33F78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25561 gttcactttg tttgcaactt gctgttgttg tttgtaacag tttactcaca ccttttgctc</w:t>
      </w:r>
    </w:p>
    <w:p w14:paraId="40AAC63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25621 gttgctgctg gccttgaagc cccttttctc tatctttatg ctttagtcta cttcttgcag</w:t>
      </w:r>
    </w:p>
    <w:p w14:paraId="7281ED5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25681 agtataaact ttgtaagaat aataatgagg ctttggcttt gctggaaatg ccgttccaaa</w:t>
      </w:r>
    </w:p>
    <w:p w14:paraId="7D7BDF0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25741 aacccattac tttatgatgc caactatttt ctttgctggc atactaattg ttacgactat</w:t>
      </w:r>
    </w:p>
    <w:p w14:paraId="1427EC1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25801 tgtatacctt acaatagtgt aacttcttca attgtcatta cttcaggtga tggcacaaca</w:t>
      </w:r>
    </w:p>
    <w:p w14:paraId="5A98A1B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25861 agtcctattt ctgaacatga ctaccagatt ggtggttata ctgaaaaatg ggaatctgga</w:t>
      </w:r>
    </w:p>
    <w:p w14:paraId="2C7FE8C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25921 gtaaaagact gtgttgtatt acacagttac ttcacttcag actattacca gctgtactca</w:t>
      </w:r>
    </w:p>
    <w:p w14:paraId="42110BB4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25981 actcaattga gtacagacac tggtgttgaa catgttacct tcttcatcta caataaaatt</w:t>
      </w:r>
    </w:p>
    <w:p w14:paraId="22FADF3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26041 gttgatgagc ctgaagaaca tgtccaaatt cacacaatcg acggttcatc cggagttgtt</w:t>
      </w:r>
    </w:p>
    <w:p w14:paraId="0D513CB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26101 aatccagtaa tggaaccaat ttatgatgaa ccgacgacga ctactagcgt gcctttgtaa</w:t>
      </w:r>
    </w:p>
    <w:p w14:paraId="0093BB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26161 gcacaagctg atgagtacga acttatgtac tcattcgttt cggaagagat aggtacgtta</w:t>
      </w:r>
    </w:p>
    <w:p w14:paraId="3E84A1D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26221 atagttaata gcgtacttct ttttcttgct ttcgtggtat tcttgctagt tacactagcc</w:t>
      </w:r>
    </w:p>
    <w:p w14:paraId="014138B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26281 atccttactg cgcttcgatt gtgtgcgtac tgctgcaata ttgttaacgt gagtcttgta</w:t>
      </w:r>
    </w:p>
    <w:p w14:paraId="3E292BE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26341 aaaccttctt tttacgttta ctctcgtgtt aaaaatctga attcttctag agttcctgat</w:t>
      </w:r>
    </w:p>
    <w:p w14:paraId="4C8626F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26401 cttctggtct aaacgaacta aatattatat tagtttttct gtttggaact ttaattttag</w:t>
      </w:r>
    </w:p>
    <w:p w14:paraId="5190D1A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26461 ccatggcagg ttccaacggt actattaccg ttgaagagct taaaaagctc cttgaagaat</w:t>
      </w:r>
    </w:p>
    <w:p w14:paraId="3BC8C9C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26521 ggaacctagt aataggtttc ctattcctta catggatttg tcttctacaa tttgcctatg</w:t>
      </w:r>
    </w:p>
    <w:p w14:paraId="20F2327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26581 ccaacaggaa taggtttttg tatataatta agttaatttt cctctggctg ttatggccag</w:t>
      </w:r>
    </w:p>
    <w:p w14:paraId="068697D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26641 taactttaac ttgttttgtg cttgctgctg tttacagaat aaattggatc accggtggaa</w:t>
      </w:r>
    </w:p>
    <w:p w14:paraId="747AA9D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26701 ttgctatcgc aatggcttgt cttgtaggct tgatgtggct cagctacttc attgcttctt</w:t>
      </w:r>
    </w:p>
    <w:p w14:paraId="20D2FF3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26761 tcagactgtt tgcgcgtacg cgttccatgt ggtcattcaa tccagaaact aacattcttc</w:t>
      </w:r>
    </w:p>
    <w:p w14:paraId="5996A87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26821 tcaacgtgcc actccatggc actattctga ccagaccgct tctagaaagt gaactcgtaa</w:t>
      </w:r>
    </w:p>
    <w:p w14:paraId="03CAC1B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26881 tcggagctgt gatccttcgt ggacatcttc gtattgctgg acaccatcta ggacgctgtg</w:t>
      </w:r>
    </w:p>
    <w:p w14:paraId="147752F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26941 acatcaagga cctgcctaaa gaaatcactg ttgctacatc acgaacgctt tcttattaca</w:t>
      </w:r>
    </w:p>
    <w:p w14:paraId="40B5B4E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27001 aattgggagc ttcgcagcgt gtagcaggtg actcaggttt tgctgcatac agtcgctaca</w:t>
      </w:r>
    </w:p>
    <w:p w14:paraId="15E8E09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27061 ggattggcaa ctataaatta aacacagacc attccagtag cagtgacaat attgctttgc</w:t>
      </w:r>
    </w:p>
    <w:p w14:paraId="21FD24A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27121 ttgtacagta agtgacaaca gatgtttcat ctcgttgact ttcaggttac tatagcagag</w:t>
      </w:r>
    </w:p>
    <w:p w14:paraId="0773D0B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27181 atattactaa ttattatgcg gacttttaaa gtttccattt ggaatcttga ttacatcata</w:t>
      </w:r>
    </w:p>
    <w:p w14:paraId="0119EEB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27241 aacctcataa ttaaaaattt atctaagtca ctaactgaga ataaatattc tcaattagat</w:t>
      </w:r>
    </w:p>
    <w:p w14:paraId="5AE7C93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27301 gaagagcaac caatggagat tgattaaacg aacatgaaaa ttattctttt cttggcactg</w:t>
      </w:r>
    </w:p>
    <w:p w14:paraId="091ED13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27361 ataacactcg ctacttgtga gctttatcac taccaagagt gtgttagagg tacaacagta</w:t>
      </w:r>
    </w:p>
    <w:p w14:paraId="7E4D23E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27421 cttttaaaag aaccttgctc ttctggaaca tacgagggca attcaccatt tcatcctcta</w:t>
      </w:r>
    </w:p>
    <w:p w14:paraId="7067A84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27481 gctgataaca aatttgcact gacttgcttt agcactcaat ttgcttttgc ttgtcctgac</w:t>
      </w:r>
    </w:p>
    <w:p w14:paraId="53B0087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27541 ggcgtaaaac acgtctatca gttacgtgcc agatcagttt cacctaaact gttcatcaga</w:t>
      </w:r>
    </w:p>
    <w:p w14:paraId="234147C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lastRenderedPageBreak/>
        <w:t xml:space="preserve">    27601 caagaggaag ttcaagaact ttactctcca atttttctta ttgttgcggc aatagtgttt</w:t>
      </w:r>
    </w:p>
    <w:p w14:paraId="1A6C280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27661 ataacacttt gcttcacact caaaagaaag acagaatgat tgaactttca ttaattgact</w:t>
      </w:r>
    </w:p>
    <w:p w14:paraId="4248D3A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27721 tctatttgtg ctttttagcc tttctgttat tccttgtttt aattatgctt attatctttt</w:t>
      </w:r>
    </w:p>
    <w:p w14:paraId="7EEDC86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27781 ggttctcact tgaactgcaa gatcataatg aaacttgtca cgcctaaacg aacatgaaat</w:t>
      </w:r>
    </w:p>
    <w:p w14:paraId="032ECE0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27841 ttcttgtttt cttaggaatc atcacaactg tagctgcatt tcaccaagaa tgtagtttac</w:t>
      </w:r>
    </w:p>
    <w:p w14:paraId="35A185B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27901 agtcatgtac tcaacatcaa ccatatgtag ttgatgaccc gtgtcctatt cacttctatt</w:t>
      </w:r>
    </w:p>
    <w:p w14:paraId="1094257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27961 ctaaatggta tattagagta ggagctagaa aatcagcacc tttaattgaa ttgtgcgtgg</w:t>
      </w:r>
    </w:p>
    <w:p w14:paraId="1E6DF82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28021 atgaggctgg ttctaaatca cccattcagt acatcgatat cggtaattat acagtttcct</w:t>
      </w:r>
    </w:p>
    <w:p w14:paraId="7BD50923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28081 gtttaccttt tacaattaat tgccaggaac ctaaattggg tagtcttgta gtgcgttgtt</w:t>
      </w:r>
    </w:p>
    <w:p w14:paraId="36CC8D4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28141 cgttctatga agacttttta gagtatcatg acgttcgtgt tgttttagat ttcatctaaa</w:t>
      </w:r>
    </w:p>
    <w:p w14:paraId="6054EFE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28201 cgaacaaact taaatgtctg ataatggacc ccaaaatcag cgaaatgcac tccgcattac</w:t>
      </w:r>
    </w:p>
    <w:p w14:paraId="358353B8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28261 gtttggtgga ccctcagatt caactggcag taaccagaat ggtggggcgc gatcaaaaca</w:t>
      </w:r>
    </w:p>
    <w:p w14:paraId="0A2F908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28321 acgtcggccc caaggtttac ccaataatac tgcgtcttgg ttcaccgctc tcactcaaca</w:t>
      </w:r>
    </w:p>
    <w:p w14:paraId="5DC8B7A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28381 tggcaaggaa gaccttaaat tccctcgagg acaaggcgtt ccaattaaca ccaatagcag</w:t>
      </w:r>
    </w:p>
    <w:p w14:paraId="783B54DD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28441 tccagatgac caaattggct actaccgaag agctaccaga cgaattcgtg gtggtgacgg</w:t>
      </w:r>
    </w:p>
    <w:p w14:paraId="1733AD81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28501 taaaatgaaa gatctcagtc caagatggta tttctactac ctaggaactg ggccagaagc</w:t>
      </w:r>
    </w:p>
    <w:p w14:paraId="3493F43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28561 tggacttccc tatggtgcta acaaagacgg catcatatgg gttgcaactg agggagcctt</w:t>
      </w:r>
    </w:p>
    <w:p w14:paraId="2B0CF7B0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28621 gaatacacca aaagatcaca ttggcacccg caatcctgct aacaatgctg caatcgtgct</w:t>
      </w:r>
    </w:p>
    <w:p w14:paraId="2B86F1A2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28681 acaacttcct caaggaacaa cattgccaaa aggcttctac gcagaaggga gcagaggcgg</w:t>
      </w:r>
    </w:p>
    <w:p w14:paraId="72F08D6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28741 cagtcaagcc tcttctcgtt cctcatcacg tagtcgcaac agttcaagaa attcaactcc</w:t>
      </w:r>
    </w:p>
    <w:p w14:paraId="116D48B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28801 aggcagcagt aaacgaactt ctcctgctag aatggctggc aatggcggtg atgctgctct</w:t>
      </w:r>
    </w:p>
    <w:p w14:paraId="288B530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28861 tgctttgctg ctgcttgaca gattgaacca gcttgagagc aaaatgtctg gtaaaggcca</w:t>
      </w:r>
    </w:p>
    <w:p w14:paraId="03FDC08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28921 acaacaacaa ggccaaactg tcactaagaa atctgctgct gaggcttcta agaagcctcg</w:t>
      </w:r>
    </w:p>
    <w:p w14:paraId="38D0250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28981 gcaaaaacgt actgccacta aagcatacaa tgtaacacaa gctttcggca gacgtggtcc</w:t>
      </w:r>
    </w:p>
    <w:p w14:paraId="242A696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29041 agaacaaacc caaggaaatt ttggggacca ggaactaatc agacaaggaa ctgattacaa</w:t>
      </w:r>
    </w:p>
    <w:p w14:paraId="0A1A235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29101 acattggccg caaattgcac aatttgcccc cagcgcttca gcgttcttcg gaatgtcgcg</w:t>
      </w:r>
    </w:p>
    <w:p w14:paraId="27CA2CFA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29161 cattggcatg gaagtcacac cttcgggaac gtggttgacc tacacaggtg ccatcaaatt</w:t>
      </w:r>
    </w:p>
    <w:p w14:paraId="122C3609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29221 ggatgacaaa gatccaaatt tcaaagatca agtcattttg ctgaataagc atattgacgc</w:t>
      </w:r>
    </w:p>
    <w:p w14:paraId="4521A81F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29281 atacaaaaca ttcccaccaa cagagcctaa aaaggacaaa aagaagaagg ctgatgaaac</w:t>
      </w:r>
    </w:p>
    <w:p w14:paraId="373B9796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29341 tcaagcctta ccgcagagac agaagaaaca gcaaactgtg actcttcttc ctgctgcaga</w:t>
      </w:r>
    </w:p>
    <w:p w14:paraId="043325A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29401 tttggatgat ttctccaaac aattgcaaca atccatgagc agtgctgact caactcaggc</w:t>
      </w:r>
    </w:p>
    <w:p w14:paraId="3938D23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29461 ctaaactcat gcagaccaca caaggcagat gggctatata aacgttttcg cttttccgtt</w:t>
      </w:r>
    </w:p>
    <w:p w14:paraId="53E61BB7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29521 tacgatatat agtctactct tgtgcagaat gaattctcgt aactacatag cacaagtaga</w:t>
      </w:r>
    </w:p>
    <w:p w14:paraId="3DC2261B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29581 tgtagttaac tttaatctca catagcaatc tttaatcagt gtgtaacatt agggaggact</w:t>
      </w:r>
    </w:p>
    <w:p w14:paraId="5C3C9F7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29641 tgaaagagcc accacatttt caccgaggcc acgcggagta cgatcgagtg tacagtgaac</w:t>
      </w:r>
    </w:p>
    <w:p w14:paraId="1CBF7BC5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29701 aatgctaggg agagctgcct atatggaaga gccctaatgt gtaaaattaa ttttagtagt</w:t>
      </w:r>
    </w:p>
    <w:p w14:paraId="78FBE39E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 xml:space="preserve">    29761 gctatcccca tgtgatttt</w:t>
      </w:r>
    </w:p>
    <w:p w14:paraId="7258274C" w14:textId="77777777" w:rsidR="008F084D" w:rsidRPr="008F084D" w:rsidRDefault="008F084D" w:rsidP="008F084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kern w:val="0"/>
          <w:sz w:val="24"/>
        </w:rPr>
      </w:pPr>
      <w:r w:rsidRPr="008F084D">
        <w:rPr>
          <w:rFonts w:ascii="ＭＳ ゴシック" w:eastAsia="ＭＳ ゴシック" w:hAnsi="ＭＳ ゴシック" w:cs="ＭＳ ゴシック"/>
          <w:kern w:val="0"/>
          <w:sz w:val="24"/>
        </w:rPr>
        <w:t>//</w:t>
      </w:r>
    </w:p>
    <w:p w14:paraId="08E27C3A" w14:textId="77777777" w:rsidR="00747B18" w:rsidRDefault="00747B18"/>
    <w:sectPr w:rsidR="00747B18" w:rsidSect="00251EE7">
      <w:pgSz w:w="11900" w:h="16840"/>
      <w:pgMar w:top="720" w:right="720" w:bottom="720" w:left="720" w:header="851" w:footer="992" w:gutter="0"/>
      <w:cols w:space="425"/>
      <w:docGrid w:type="lines" w:linePitch="360"/>
      <w:sectPrChange w:id="5" w:author="Microsoft Office User" w:date="2022-11-29T16:24:00Z">
        <w:sectPr w:rsidR="00747B18" w:rsidSect="00251EE7">
          <w:pgMar w:top="1985" w:right="1701" w:bottom="1701" w:left="1701" w:header="851" w:footer="992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oNotDisplayPageBoundaries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84D"/>
    <w:rsid w:val="00027553"/>
    <w:rsid w:val="0004370C"/>
    <w:rsid w:val="000A1613"/>
    <w:rsid w:val="000A2341"/>
    <w:rsid w:val="00145305"/>
    <w:rsid w:val="001A19DB"/>
    <w:rsid w:val="001B0602"/>
    <w:rsid w:val="001E779F"/>
    <w:rsid w:val="001F424A"/>
    <w:rsid w:val="00251EE7"/>
    <w:rsid w:val="00253673"/>
    <w:rsid w:val="002604C4"/>
    <w:rsid w:val="00263813"/>
    <w:rsid w:val="00280507"/>
    <w:rsid w:val="002F3BD2"/>
    <w:rsid w:val="00301E74"/>
    <w:rsid w:val="00306E03"/>
    <w:rsid w:val="00316930"/>
    <w:rsid w:val="00327FC2"/>
    <w:rsid w:val="003364AE"/>
    <w:rsid w:val="00340629"/>
    <w:rsid w:val="00391F40"/>
    <w:rsid w:val="00393C91"/>
    <w:rsid w:val="003F2D81"/>
    <w:rsid w:val="003F5578"/>
    <w:rsid w:val="00402378"/>
    <w:rsid w:val="00407398"/>
    <w:rsid w:val="00423C36"/>
    <w:rsid w:val="0044660B"/>
    <w:rsid w:val="004470A2"/>
    <w:rsid w:val="00466684"/>
    <w:rsid w:val="00475C4B"/>
    <w:rsid w:val="004C7000"/>
    <w:rsid w:val="00534B03"/>
    <w:rsid w:val="0054569C"/>
    <w:rsid w:val="00550F76"/>
    <w:rsid w:val="005B0816"/>
    <w:rsid w:val="005E4EEF"/>
    <w:rsid w:val="005F194D"/>
    <w:rsid w:val="006D247C"/>
    <w:rsid w:val="007053AC"/>
    <w:rsid w:val="0071602A"/>
    <w:rsid w:val="00727F3C"/>
    <w:rsid w:val="00747B18"/>
    <w:rsid w:val="00761507"/>
    <w:rsid w:val="00785FB4"/>
    <w:rsid w:val="007C30B5"/>
    <w:rsid w:val="00811565"/>
    <w:rsid w:val="00816093"/>
    <w:rsid w:val="00872951"/>
    <w:rsid w:val="008B41E9"/>
    <w:rsid w:val="008D2EFC"/>
    <w:rsid w:val="008F084D"/>
    <w:rsid w:val="00900A59"/>
    <w:rsid w:val="00943149"/>
    <w:rsid w:val="009439EE"/>
    <w:rsid w:val="009D04B1"/>
    <w:rsid w:val="00A31C38"/>
    <w:rsid w:val="00A86BD6"/>
    <w:rsid w:val="00B6004D"/>
    <w:rsid w:val="00B675B7"/>
    <w:rsid w:val="00B911F0"/>
    <w:rsid w:val="00BA2369"/>
    <w:rsid w:val="00BA4DDB"/>
    <w:rsid w:val="00BE4532"/>
    <w:rsid w:val="00C01A46"/>
    <w:rsid w:val="00C108AA"/>
    <w:rsid w:val="00C65ED9"/>
    <w:rsid w:val="00CB3BD9"/>
    <w:rsid w:val="00CB4D4F"/>
    <w:rsid w:val="00CC73A2"/>
    <w:rsid w:val="00D14099"/>
    <w:rsid w:val="00D32AC5"/>
    <w:rsid w:val="00D366B3"/>
    <w:rsid w:val="00D71E71"/>
    <w:rsid w:val="00D72F22"/>
    <w:rsid w:val="00DC42E9"/>
    <w:rsid w:val="00E23C5F"/>
    <w:rsid w:val="00E42623"/>
    <w:rsid w:val="00E801C6"/>
    <w:rsid w:val="00EA4370"/>
    <w:rsid w:val="00EA63B6"/>
    <w:rsid w:val="00EF05C9"/>
    <w:rsid w:val="00F263C0"/>
    <w:rsid w:val="00F4367E"/>
    <w:rsid w:val="00F44B24"/>
    <w:rsid w:val="00F57E9D"/>
    <w:rsid w:val="00F710C7"/>
    <w:rsid w:val="00F95374"/>
    <w:rsid w:val="00FD287B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D10B88"/>
  <w15:chartTrackingRefBased/>
  <w15:docId w15:val="{068DD8E6-5A3D-FE45-AD48-8869A490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42623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263813"/>
  </w:style>
  <w:style w:type="character" w:customStyle="1" w:styleId="10">
    <w:name w:val="見出し 1 (文字)"/>
    <w:basedOn w:val="a0"/>
    <w:link w:val="1"/>
    <w:uiPriority w:val="9"/>
    <w:rsid w:val="00E42623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customStyle="1" w:styleId="msonormal0">
    <w:name w:val="msonormal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highlight">
    <w:name w:val="highlight"/>
    <w:basedOn w:val="a0"/>
    <w:rsid w:val="00E42623"/>
  </w:style>
  <w:style w:type="paragraph" w:customStyle="1" w:styleId="itemid">
    <w:name w:val="itemid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x">
    <w:name w:val="aux"/>
    <w:basedOn w:val="a"/>
    <w:rsid w:val="00E4262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rprtlinks">
    <w:name w:val="rprtlinks"/>
    <w:basedOn w:val="a0"/>
    <w:rsid w:val="00E42623"/>
  </w:style>
  <w:style w:type="character" w:styleId="a4">
    <w:name w:val="Hyperlink"/>
    <w:basedOn w:val="a0"/>
    <w:uiPriority w:val="99"/>
    <w:semiHidden/>
    <w:unhideWhenUsed/>
    <w:rsid w:val="00E426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4262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E426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E42623"/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feature">
    <w:name w:val="feature"/>
    <w:basedOn w:val="a0"/>
    <w:rsid w:val="00E42623"/>
  </w:style>
  <w:style w:type="character" w:customStyle="1" w:styleId="ffline">
    <w:name w:val="ff_line"/>
    <w:basedOn w:val="a0"/>
    <w:rsid w:val="00E42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6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3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4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nakaatsushi/Library/Group%20Containers/UBF8T346G9.Office/User%20Content.localized/Templates.localized/&#25991;&#26360;11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文書11.dotx</Template>
  <TotalTime>1</TotalTime>
  <Pages>24</Pages>
  <Words>11068</Words>
  <Characters>63090</Characters>
  <Application>Microsoft Office Word</Application>
  <DocSecurity>0</DocSecurity>
  <Lines>525</Lines>
  <Paragraphs>148</Paragraphs>
  <ScaleCrop>false</ScaleCrop>
  <Company/>
  <LinksUpToDate>false</LinksUpToDate>
  <CharactersWithSpaces>74010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2023-03-04T07:00:00Z</dcterms:created>
  <dcterms:modified xsi:type="dcterms:W3CDTF">2023-03-04T07:01:00Z</dcterms:modified>
</cp:coreProperties>
</file>